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C63" w:rsidRPr="000B68B7" w:rsidRDefault="00D40C63" w:rsidP="000B68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14F17"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9.25pt;height:57.75pt;visibility:visible">
            <v:imagedata r:id="rId7" o:title=""/>
          </v:shape>
        </w:pict>
      </w:r>
    </w:p>
    <w:p w:rsidR="00D40C63" w:rsidRPr="000B68B7" w:rsidRDefault="00D40C63" w:rsidP="000B68B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40C63" w:rsidRPr="000B68B7" w:rsidRDefault="00D40C63" w:rsidP="000B68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0B68B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Администрация городского округа город Первомайск</w:t>
      </w:r>
    </w:p>
    <w:p w:rsidR="00D40C63" w:rsidRPr="000B68B7" w:rsidRDefault="00D40C63" w:rsidP="000B68B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0B68B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Нижегородской области</w:t>
      </w:r>
    </w:p>
    <w:p w:rsidR="00D40C63" w:rsidRPr="000B68B7" w:rsidRDefault="00D40C63" w:rsidP="000B68B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40C63" w:rsidRPr="000B68B7" w:rsidRDefault="00D40C63" w:rsidP="000B68B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40C63" w:rsidRDefault="00D40C63" w:rsidP="000B68B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0B68B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D40C63" w:rsidRPr="000B68B7" w:rsidRDefault="00D40C63" w:rsidP="000B68B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D40C63" w:rsidRPr="001D1775" w:rsidRDefault="00D40C63" w:rsidP="000B68B7">
      <w:pPr>
        <w:keepNext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0C63" w:rsidRPr="001D1775" w:rsidRDefault="00D40C63" w:rsidP="008C2E41">
      <w:pPr>
        <w:keepNext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15.03.2019      </w:t>
      </w:r>
      <w:bookmarkStart w:id="0" w:name="_GoBack"/>
      <w:bookmarkEnd w:id="0"/>
      <w:r w:rsidRPr="001D177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Pr="001D1775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№ 331</w:t>
      </w:r>
    </w:p>
    <w:p w:rsidR="00D40C63" w:rsidRPr="001D1775" w:rsidRDefault="00D40C63" w:rsidP="008C2E41">
      <w:pPr>
        <w:keepNext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0C63" w:rsidRPr="000B68B7" w:rsidRDefault="00D40C63" w:rsidP="000B68B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40C63" w:rsidRPr="000B68B7" w:rsidRDefault="00D40C63" w:rsidP="000B68B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B68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муниципальную программу</w:t>
      </w:r>
      <w:r w:rsidRPr="000B68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40C63" w:rsidRPr="000B68B7" w:rsidRDefault="00D40C63" w:rsidP="000B68B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B68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«Формирование современной городской среды на территории городского округа город Первомайск Нижегородской области на 2018-2022 годы»,  утвержденную постановлением администрации городского округа город Первомайск Ниж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егородской области от 08.12.2017 № 1314</w:t>
      </w:r>
    </w:p>
    <w:p w:rsidR="00D40C63" w:rsidRPr="000B68B7" w:rsidRDefault="00D40C63" w:rsidP="000B68B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40C63" w:rsidRPr="000B68B7" w:rsidRDefault="00D40C63" w:rsidP="000B68B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0C63" w:rsidRPr="000B68B7" w:rsidRDefault="00D40C63" w:rsidP="000B68B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0C63" w:rsidRPr="000B68B7" w:rsidRDefault="00D40C63" w:rsidP="000B68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8B7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приведения в соответствие с действующим законодательством администрация городского округа город Первомайск Нижегородской области </w:t>
      </w:r>
      <w:r w:rsidRPr="000B68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постановляет</w:t>
      </w:r>
      <w:r w:rsidRPr="000B68B7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D40C63" w:rsidRPr="005E36F1" w:rsidRDefault="00D40C63" w:rsidP="005E36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0B68B7">
        <w:rPr>
          <w:rFonts w:ascii="Times New Roman" w:hAnsi="Times New Roman" w:cs="Times New Roman"/>
          <w:sz w:val="28"/>
          <w:szCs w:val="28"/>
          <w:lang w:eastAsia="ru-RU"/>
        </w:rPr>
        <w:t>1. Внести в му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ниципальную программу </w:t>
      </w:r>
      <w:r w:rsidRPr="000B68B7">
        <w:rPr>
          <w:rFonts w:ascii="Times New Roman" w:hAnsi="Times New Roman" w:cs="Times New Roman"/>
          <w:sz w:val="28"/>
          <w:szCs w:val="28"/>
          <w:lang w:eastAsia="ru-RU"/>
        </w:rPr>
        <w:t>«Формирование современной городской среды на территории городского округа город Первомайск Нижегородской области на 2018-2022 годы»,  утвержденную постановлением администрации городского округа город Первомайск Нижегородской области от 08.12.2017 № 1314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(в ред. от</w:t>
      </w:r>
      <w:r w:rsidRPr="005E36F1">
        <w:rPr>
          <w:rFonts w:ascii="Times New Roman" w:hAnsi="Times New Roman" w:cs="Times New Roman"/>
          <w:sz w:val="28"/>
          <w:szCs w:val="28"/>
          <w:lang w:eastAsia="ru-RU"/>
        </w:rPr>
        <w:t xml:space="preserve"> 22.02.2018  № 252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от 16.03.2018 № 352, от 27.04.2018 № 533, от 03.07.2018 № 755, от 01.08.2018 № 881, от 14.08.2018 № 953, 20.11.2018 №1300, 24.12.2018 №1506) </w:t>
      </w:r>
      <w:r w:rsidRPr="000B68B7">
        <w:rPr>
          <w:rFonts w:ascii="Times New Roman" w:hAnsi="Times New Roman" w:cs="Times New Roman"/>
          <w:sz w:val="28"/>
          <w:szCs w:val="28"/>
          <w:lang w:eastAsia="ru-RU"/>
        </w:rPr>
        <w:t>(далее - Программа), следующие изменения:</w:t>
      </w:r>
    </w:p>
    <w:p w:rsidR="00D40C63" w:rsidRPr="000B68B7" w:rsidRDefault="00D40C63" w:rsidP="005E36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8B7"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Pr="000B68B7">
        <w:rPr>
          <w:rFonts w:ascii="Times New Roman" w:hAnsi="Times New Roman" w:cs="Times New Roman"/>
          <w:sz w:val="28"/>
          <w:szCs w:val="28"/>
          <w:lang w:eastAsia="ru-RU"/>
        </w:rPr>
        <w:t>Пункт «Объем</w:t>
      </w:r>
      <w:r>
        <w:rPr>
          <w:rFonts w:ascii="Times New Roman" w:hAnsi="Times New Roman" w:cs="Times New Roman"/>
          <w:sz w:val="28"/>
          <w:szCs w:val="28"/>
          <w:lang w:eastAsia="ru-RU"/>
        </w:rPr>
        <w:t>ы бюджетных ассигнований программы за счет средств бюджета городского округа г. Первомайск</w:t>
      </w:r>
      <w:r w:rsidRPr="000B68B7">
        <w:rPr>
          <w:rFonts w:ascii="Times New Roman" w:hAnsi="Times New Roman" w:cs="Times New Roman"/>
          <w:sz w:val="28"/>
          <w:szCs w:val="28"/>
          <w:lang w:eastAsia="ru-RU"/>
        </w:rPr>
        <w:t>» раздела 1 «Паспорт Программы» изложить в следующей редакции:</w:t>
      </w:r>
    </w:p>
    <w:p w:rsidR="00D40C63" w:rsidRDefault="00D40C63" w:rsidP="000B68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0206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124"/>
        <w:gridCol w:w="1843"/>
        <w:gridCol w:w="143"/>
        <w:gridCol w:w="1699"/>
        <w:gridCol w:w="145"/>
        <w:gridCol w:w="1701"/>
        <w:gridCol w:w="1281"/>
        <w:gridCol w:w="1136"/>
        <w:gridCol w:w="134"/>
      </w:tblGrid>
      <w:tr w:rsidR="00D40C63" w:rsidRPr="00F14F17">
        <w:trPr>
          <w:trHeight w:val="597"/>
        </w:trPr>
        <w:tc>
          <w:tcPr>
            <w:tcW w:w="2125" w:type="dxa"/>
            <w:vMerge w:val="restart"/>
          </w:tcPr>
          <w:p w:rsidR="00D40C63" w:rsidRDefault="00D40C63">
            <w:pPr>
              <w:pStyle w:val="ConsPlusNormal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Объемы бюджетных ассигнований программы за счет средств  бюджета городского округа г. Первомайск </w:t>
            </w:r>
          </w:p>
        </w:tc>
        <w:tc>
          <w:tcPr>
            <w:tcW w:w="8081" w:type="dxa"/>
            <w:gridSpan w:val="8"/>
          </w:tcPr>
          <w:p w:rsidR="00D40C63" w:rsidRPr="003A05EE" w:rsidRDefault="00D40C63" w:rsidP="008E1E7F">
            <w:pPr>
              <w:pStyle w:val="ConsPlusNormal0"/>
              <w:jc w:val="both"/>
              <w:rPr>
                <w:lang w:eastAsia="en-US"/>
              </w:rPr>
            </w:pPr>
            <w:r w:rsidRPr="003A05EE">
              <w:rPr>
                <w:lang w:eastAsia="en-US"/>
              </w:rPr>
              <w:t xml:space="preserve">Общий объем финансирования программы </w:t>
            </w:r>
            <w:r>
              <w:rPr>
                <w:lang w:eastAsia="en-US"/>
              </w:rPr>
              <w:t>–</w:t>
            </w:r>
            <w:r w:rsidRPr="003A05E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31 248 695,60 </w:t>
            </w:r>
            <w:r w:rsidRPr="003A05EE">
              <w:rPr>
                <w:lang w:eastAsia="en-US"/>
              </w:rPr>
              <w:t>руб, в том числе по годам реализации, руб:</w:t>
            </w:r>
          </w:p>
        </w:tc>
      </w:tr>
      <w:tr w:rsidR="00D40C63" w:rsidRPr="00F14F17">
        <w:trPr>
          <w:gridAfter w:val="1"/>
          <w:wAfter w:w="134" w:type="dxa"/>
          <w:trHeight w:hRule="exact" w:val="907"/>
        </w:trPr>
        <w:tc>
          <w:tcPr>
            <w:tcW w:w="2125" w:type="dxa"/>
            <w:vMerge/>
            <w:vAlign w:val="center"/>
          </w:tcPr>
          <w:p w:rsidR="00D40C63" w:rsidRPr="00F14F17" w:rsidRDefault="00D40C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40C63" w:rsidRPr="003A05EE" w:rsidRDefault="00D40C63">
            <w:pPr>
              <w:pStyle w:val="ConsPlusNormal0"/>
              <w:jc w:val="center"/>
              <w:rPr>
                <w:lang w:eastAsia="en-US"/>
              </w:rPr>
            </w:pPr>
            <w:r w:rsidRPr="003A05EE">
              <w:rPr>
                <w:lang w:eastAsia="en-US"/>
              </w:rPr>
              <w:t>2018 год</w:t>
            </w:r>
          </w:p>
        </w:tc>
        <w:tc>
          <w:tcPr>
            <w:tcW w:w="1987" w:type="dxa"/>
            <w:gridSpan w:val="3"/>
          </w:tcPr>
          <w:p w:rsidR="00D40C63" w:rsidRPr="003A05EE" w:rsidRDefault="00D40C63">
            <w:pPr>
              <w:pStyle w:val="ConsPlusNormal0"/>
              <w:jc w:val="center"/>
              <w:rPr>
                <w:lang w:eastAsia="en-US"/>
              </w:rPr>
            </w:pPr>
            <w:r w:rsidRPr="003A05EE">
              <w:rPr>
                <w:lang w:eastAsia="en-US"/>
              </w:rPr>
              <w:t>2019 год</w:t>
            </w:r>
          </w:p>
        </w:tc>
        <w:tc>
          <w:tcPr>
            <w:tcW w:w="1700" w:type="dxa"/>
          </w:tcPr>
          <w:p w:rsidR="00D40C63" w:rsidRPr="003A05EE" w:rsidRDefault="00D40C63">
            <w:pPr>
              <w:pStyle w:val="ConsPlusNormal0"/>
              <w:jc w:val="center"/>
              <w:rPr>
                <w:lang w:eastAsia="en-US"/>
              </w:rPr>
            </w:pPr>
            <w:r w:rsidRPr="003A05EE">
              <w:rPr>
                <w:lang w:eastAsia="en-US"/>
              </w:rPr>
              <w:t>2020 год</w:t>
            </w:r>
          </w:p>
        </w:tc>
        <w:tc>
          <w:tcPr>
            <w:tcW w:w="1281" w:type="dxa"/>
          </w:tcPr>
          <w:p w:rsidR="00D40C63" w:rsidRPr="003A05EE" w:rsidRDefault="00D40C63">
            <w:pPr>
              <w:pStyle w:val="ConsPlusNormal0"/>
              <w:jc w:val="center"/>
              <w:rPr>
                <w:lang w:eastAsia="en-US"/>
              </w:rPr>
            </w:pPr>
            <w:r w:rsidRPr="003A05EE">
              <w:rPr>
                <w:lang w:eastAsia="en-US"/>
              </w:rPr>
              <w:t>2021 год</w:t>
            </w:r>
          </w:p>
        </w:tc>
        <w:tc>
          <w:tcPr>
            <w:tcW w:w="1136" w:type="dxa"/>
          </w:tcPr>
          <w:p w:rsidR="00D40C63" w:rsidRPr="003A05EE" w:rsidRDefault="00D40C63">
            <w:pPr>
              <w:pStyle w:val="ConsPlusNormal0"/>
              <w:jc w:val="center"/>
              <w:rPr>
                <w:lang w:eastAsia="en-US"/>
              </w:rPr>
            </w:pPr>
            <w:r w:rsidRPr="003A05EE">
              <w:rPr>
                <w:lang w:eastAsia="en-US"/>
              </w:rPr>
              <w:t>2022 год</w:t>
            </w:r>
          </w:p>
        </w:tc>
      </w:tr>
      <w:tr w:rsidR="00D40C63" w:rsidRPr="00F14F17">
        <w:trPr>
          <w:gridAfter w:val="1"/>
          <w:wAfter w:w="134" w:type="dxa"/>
          <w:trHeight w:hRule="exact" w:val="567"/>
        </w:trPr>
        <w:tc>
          <w:tcPr>
            <w:tcW w:w="2125" w:type="dxa"/>
            <w:vMerge/>
            <w:vAlign w:val="center"/>
          </w:tcPr>
          <w:p w:rsidR="00D40C63" w:rsidRPr="00F14F17" w:rsidRDefault="00D40C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40C63" w:rsidRPr="003A05EE" w:rsidRDefault="00D40C63" w:rsidP="006878CD">
            <w:pPr>
              <w:pStyle w:val="ConsPlusNormal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16 589 209,00</w:t>
            </w:r>
          </w:p>
        </w:tc>
        <w:tc>
          <w:tcPr>
            <w:tcW w:w="1987" w:type="dxa"/>
            <w:gridSpan w:val="3"/>
          </w:tcPr>
          <w:p w:rsidR="00D40C63" w:rsidRPr="00F14F17" w:rsidRDefault="00D40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4F17">
              <w:rPr>
                <w:rFonts w:ascii="Times New Roman" w:hAnsi="Times New Roman" w:cs="Times New Roman"/>
                <w:sz w:val="28"/>
                <w:szCs w:val="28"/>
              </w:rPr>
              <w:t>14 659 486,60</w:t>
            </w:r>
          </w:p>
        </w:tc>
        <w:tc>
          <w:tcPr>
            <w:tcW w:w="1700" w:type="dxa"/>
          </w:tcPr>
          <w:p w:rsidR="00D40C63" w:rsidRPr="00F14F17" w:rsidRDefault="00D40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4F1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81" w:type="dxa"/>
          </w:tcPr>
          <w:p w:rsidR="00D40C63" w:rsidRPr="003A05EE" w:rsidRDefault="00D40C63">
            <w:pPr>
              <w:pStyle w:val="ConsPlusNormal0"/>
              <w:jc w:val="center"/>
              <w:rPr>
                <w:lang w:eastAsia="en-US"/>
              </w:rPr>
            </w:pPr>
            <w:r w:rsidRPr="003A05EE">
              <w:rPr>
                <w:lang w:eastAsia="en-US"/>
              </w:rPr>
              <w:t>0</w:t>
            </w:r>
          </w:p>
        </w:tc>
        <w:tc>
          <w:tcPr>
            <w:tcW w:w="1136" w:type="dxa"/>
          </w:tcPr>
          <w:p w:rsidR="00D40C63" w:rsidRPr="003A05EE" w:rsidRDefault="00D40C63">
            <w:pPr>
              <w:pStyle w:val="ConsPlusNormal0"/>
              <w:jc w:val="center"/>
              <w:rPr>
                <w:lang w:eastAsia="en-US"/>
              </w:rPr>
            </w:pPr>
            <w:r w:rsidRPr="003A05EE">
              <w:rPr>
                <w:lang w:eastAsia="en-US"/>
              </w:rPr>
              <w:t>0</w:t>
            </w:r>
          </w:p>
        </w:tc>
      </w:tr>
      <w:tr w:rsidR="00D40C63" w:rsidRPr="00F14F17">
        <w:trPr>
          <w:gridAfter w:val="1"/>
          <w:wAfter w:w="134" w:type="dxa"/>
          <w:trHeight w:val="748"/>
        </w:trPr>
        <w:tc>
          <w:tcPr>
            <w:tcW w:w="2125" w:type="dxa"/>
            <w:vMerge/>
            <w:vAlign w:val="center"/>
          </w:tcPr>
          <w:p w:rsidR="00D40C63" w:rsidRPr="00F14F17" w:rsidRDefault="00D40C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7" w:type="dxa"/>
            <w:gridSpan w:val="7"/>
          </w:tcPr>
          <w:p w:rsidR="00D40C63" w:rsidRPr="003A05EE" w:rsidRDefault="00D40C63" w:rsidP="006400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05E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том числе средства бюджета городского округа г. Первомайск </w:t>
            </w:r>
            <w:r w:rsidRPr="008E1E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31 248 695,60 </w:t>
            </w:r>
            <w:r w:rsidRPr="003A05E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руб, в том числе по годам, руб:</w:t>
            </w:r>
          </w:p>
        </w:tc>
      </w:tr>
      <w:tr w:rsidR="00D40C63" w:rsidRPr="00F14F17">
        <w:trPr>
          <w:gridAfter w:val="1"/>
          <w:wAfter w:w="134" w:type="dxa"/>
          <w:trHeight w:hRule="exact" w:val="851"/>
        </w:trPr>
        <w:tc>
          <w:tcPr>
            <w:tcW w:w="2125" w:type="dxa"/>
            <w:vMerge/>
            <w:vAlign w:val="center"/>
          </w:tcPr>
          <w:p w:rsidR="00D40C63" w:rsidRPr="00F14F17" w:rsidRDefault="00D40C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40C63" w:rsidRPr="00F14F17" w:rsidRDefault="00D40C63" w:rsidP="00007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F1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842" w:type="dxa"/>
            <w:gridSpan w:val="2"/>
          </w:tcPr>
          <w:p w:rsidR="00D40C63" w:rsidRPr="00F14F17" w:rsidRDefault="00D40C63" w:rsidP="00007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F1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845" w:type="dxa"/>
            <w:gridSpan w:val="2"/>
          </w:tcPr>
          <w:p w:rsidR="00D40C63" w:rsidRPr="00F14F17" w:rsidRDefault="00D40C63" w:rsidP="00007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F1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281" w:type="dxa"/>
          </w:tcPr>
          <w:p w:rsidR="00D40C63" w:rsidRPr="00F14F17" w:rsidRDefault="00D40C63" w:rsidP="00007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F17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136" w:type="dxa"/>
          </w:tcPr>
          <w:p w:rsidR="00D40C63" w:rsidRPr="00F14F17" w:rsidRDefault="00D40C63" w:rsidP="00007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F17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D40C63" w:rsidRPr="00F14F17">
        <w:trPr>
          <w:gridAfter w:val="1"/>
          <w:wAfter w:w="134" w:type="dxa"/>
          <w:trHeight w:hRule="exact" w:val="567"/>
        </w:trPr>
        <w:tc>
          <w:tcPr>
            <w:tcW w:w="2125" w:type="dxa"/>
            <w:vMerge/>
            <w:vAlign w:val="center"/>
          </w:tcPr>
          <w:p w:rsidR="00D40C63" w:rsidRPr="00F14F17" w:rsidRDefault="00D40C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40C63" w:rsidRPr="00F14F17" w:rsidRDefault="00D40C63" w:rsidP="00BF7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F17">
              <w:rPr>
                <w:rFonts w:ascii="Times New Roman" w:hAnsi="Times New Roman" w:cs="Times New Roman"/>
                <w:sz w:val="28"/>
                <w:szCs w:val="28"/>
              </w:rPr>
              <w:t>16 589 209,00</w:t>
            </w:r>
          </w:p>
        </w:tc>
        <w:tc>
          <w:tcPr>
            <w:tcW w:w="1842" w:type="dxa"/>
            <w:gridSpan w:val="2"/>
          </w:tcPr>
          <w:p w:rsidR="00D40C63" w:rsidRPr="00F14F17" w:rsidRDefault="00D40C63" w:rsidP="00796F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4F17">
              <w:rPr>
                <w:rFonts w:ascii="Times New Roman" w:hAnsi="Times New Roman" w:cs="Times New Roman"/>
                <w:sz w:val="28"/>
                <w:szCs w:val="28"/>
              </w:rPr>
              <w:t>14 659 486,60</w:t>
            </w:r>
          </w:p>
        </w:tc>
        <w:tc>
          <w:tcPr>
            <w:tcW w:w="1845" w:type="dxa"/>
            <w:gridSpan w:val="2"/>
          </w:tcPr>
          <w:p w:rsidR="00D40C63" w:rsidRPr="00F14F17" w:rsidRDefault="00D40C63" w:rsidP="00796F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4F1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81" w:type="dxa"/>
          </w:tcPr>
          <w:p w:rsidR="00D40C63" w:rsidRPr="00F14F17" w:rsidRDefault="00D40C63" w:rsidP="00007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F1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6" w:type="dxa"/>
          </w:tcPr>
          <w:p w:rsidR="00D40C63" w:rsidRPr="00F14F17" w:rsidRDefault="00D40C63" w:rsidP="00007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F1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40C63" w:rsidRPr="00F14F17">
        <w:trPr>
          <w:gridAfter w:val="1"/>
          <w:wAfter w:w="134" w:type="dxa"/>
          <w:trHeight w:val="630"/>
        </w:trPr>
        <w:tc>
          <w:tcPr>
            <w:tcW w:w="2125" w:type="dxa"/>
            <w:vMerge/>
            <w:vAlign w:val="center"/>
          </w:tcPr>
          <w:p w:rsidR="00D40C63" w:rsidRPr="00F14F17" w:rsidRDefault="00D40C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7" w:type="dxa"/>
            <w:gridSpan w:val="7"/>
          </w:tcPr>
          <w:p w:rsidR="00D40C63" w:rsidRPr="003A05EE" w:rsidRDefault="00D40C63" w:rsidP="008E1E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05E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из них: субсидии из областного бюджета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14F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7 672 100,09</w:t>
            </w:r>
            <w:r w:rsidRPr="003A05E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руб. в т.ч. по годам, руб:</w:t>
            </w:r>
          </w:p>
        </w:tc>
      </w:tr>
      <w:tr w:rsidR="00D40C63" w:rsidRPr="00F14F17">
        <w:trPr>
          <w:gridAfter w:val="1"/>
          <w:wAfter w:w="134" w:type="dxa"/>
          <w:trHeight w:hRule="exact" w:val="737"/>
        </w:trPr>
        <w:tc>
          <w:tcPr>
            <w:tcW w:w="2125" w:type="dxa"/>
            <w:vMerge/>
            <w:vAlign w:val="center"/>
          </w:tcPr>
          <w:p w:rsidR="00D40C63" w:rsidRPr="00F14F17" w:rsidRDefault="00D40C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40C63" w:rsidRPr="003A05EE" w:rsidRDefault="00D40C63">
            <w:pPr>
              <w:pStyle w:val="ConsPlusNormal0"/>
              <w:jc w:val="center"/>
              <w:rPr>
                <w:lang w:eastAsia="en-US"/>
              </w:rPr>
            </w:pPr>
            <w:r w:rsidRPr="003A05EE">
              <w:rPr>
                <w:lang w:eastAsia="en-US"/>
              </w:rPr>
              <w:t>2018 год</w:t>
            </w:r>
          </w:p>
        </w:tc>
        <w:tc>
          <w:tcPr>
            <w:tcW w:w="1842" w:type="dxa"/>
            <w:gridSpan w:val="2"/>
          </w:tcPr>
          <w:p w:rsidR="00D40C63" w:rsidRPr="003A05EE" w:rsidRDefault="00D40C63">
            <w:pPr>
              <w:pStyle w:val="ConsPlusNormal0"/>
              <w:jc w:val="center"/>
              <w:rPr>
                <w:lang w:eastAsia="en-US"/>
              </w:rPr>
            </w:pPr>
            <w:r w:rsidRPr="003A05EE">
              <w:rPr>
                <w:lang w:eastAsia="en-US"/>
              </w:rPr>
              <w:t>2019 год</w:t>
            </w:r>
          </w:p>
        </w:tc>
        <w:tc>
          <w:tcPr>
            <w:tcW w:w="1845" w:type="dxa"/>
            <w:gridSpan w:val="2"/>
          </w:tcPr>
          <w:p w:rsidR="00D40C63" w:rsidRPr="003A05EE" w:rsidRDefault="00D40C63">
            <w:pPr>
              <w:pStyle w:val="ConsPlusNormal0"/>
              <w:jc w:val="center"/>
              <w:rPr>
                <w:lang w:eastAsia="en-US"/>
              </w:rPr>
            </w:pPr>
            <w:r w:rsidRPr="003A05EE">
              <w:rPr>
                <w:lang w:eastAsia="en-US"/>
              </w:rPr>
              <w:t>2020 год</w:t>
            </w:r>
          </w:p>
        </w:tc>
        <w:tc>
          <w:tcPr>
            <w:tcW w:w="1281" w:type="dxa"/>
          </w:tcPr>
          <w:p w:rsidR="00D40C63" w:rsidRPr="003A05EE" w:rsidRDefault="00D40C63">
            <w:pPr>
              <w:pStyle w:val="ConsPlusNormal0"/>
              <w:jc w:val="center"/>
              <w:rPr>
                <w:lang w:eastAsia="en-US"/>
              </w:rPr>
            </w:pPr>
            <w:r w:rsidRPr="003A05EE">
              <w:rPr>
                <w:lang w:eastAsia="en-US"/>
              </w:rPr>
              <w:t>2021 год</w:t>
            </w:r>
          </w:p>
        </w:tc>
        <w:tc>
          <w:tcPr>
            <w:tcW w:w="1136" w:type="dxa"/>
          </w:tcPr>
          <w:p w:rsidR="00D40C63" w:rsidRPr="003A05EE" w:rsidRDefault="00D40C63">
            <w:pPr>
              <w:pStyle w:val="ConsPlusNormal0"/>
              <w:jc w:val="center"/>
              <w:rPr>
                <w:lang w:eastAsia="en-US"/>
              </w:rPr>
            </w:pPr>
            <w:r w:rsidRPr="003A05EE">
              <w:rPr>
                <w:lang w:eastAsia="en-US"/>
              </w:rPr>
              <w:t>2022 год</w:t>
            </w:r>
          </w:p>
        </w:tc>
      </w:tr>
      <w:tr w:rsidR="00D40C63" w:rsidRPr="00F14F17">
        <w:trPr>
          <w:gridAfter w:val="1"/>
          <w:wAfter w:w="134" w:type="dxa"/>
          <w:trHeight w:hRule="exact" w:val="567"/>
        </w:trPr>
        <w:tc>
          <w:tcPr>
            <w:tcW w:w="2125" w:type="dxa"/>
            <w:vMerge/>
            <w:vAlign w:val="center"/>
          </w:tcPr>
          <w:p w:rsidR="00D40C63" w:rsidRPr="00F14F17" w:rsidRDefault="00D40C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40C63" w:rsidRPr="00F14F17" w:rsidRDefault="00D40C63" w:rsidP="003A0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F17">
              <w:rPr>
                <w:rFonts w:ascii="Times New Roman" w:hAnsi="Times New Roman" w:cs="Times New Roman"/>
                <w:sz w:val="28"/>
                <w:szCs w:val="28"/>
              </w:rPr>
              <w:t>7 177 400,09</w:t>
            </w:r>
          </w:p>
        </w:tc>
        <w:tc>
          <w:tcPr>
            <w:tcW w:w="1842" w:type="dxa"/>
            <w:gridSpan w:val="2"/>
          </w:tcPr>
          <w:p w:rsidR="00D40C63" w:rsidRPr="00F14F17" w:rsidRDefault="00D40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4F17">
              <w:rPr>
                <w:rFonts w:ascii="Times New Roman" w:hAnsi="Times New Roman" w:cs="Times New Roman"/>
                <w:sz w:val="28"/>
                <w:szCs w:val="28"/>
              </w:rPr>
              <w:t>494 700,00</w:t>
            </w:r>
          </w:p>
        </w:tc>
        <w:tc>
          <w:tcPr>
            <w:tcW w:w="1845" w:type="dxa"/>
            <w:gridSpan w:val="2"/>
          </w:tcPr>
          <w:p w:rsidR="00D40C63" w:rsidRPr="00F14F17" w:rsidRDefault="00D40C63" w:rsidP="003A0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F1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81" w:type="dxa"/>
          </w:tcPr>
          <w:p w:rsidR="00D40C63" w:rsidRPr="00F14F17" w:rsidRDefault="00D40C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F1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6" w:type="dxa"/>
          </w:tcPr>
          <w:p w:rsidR="00D40C63" w:rsidRPr="00F14F17" w:rsidRDefault="00D40C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F1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40C63" w:rsidRPr="00F14F17">
        <w:trPr>
          <w:gridAfter w:val="1"/>
          <w:wAfter w:w="134" w:type="dxa"/>
          <w:trHeight w:val="611"/>
        </w:trPr>
        <w:tc>
          <w:tcPr>
            <w:tcW w:w="2125" w:type="dxa"/>
            <w:vMerge/>
            <w:vAlign w:val="center"/>
          </w:tcPr>
          <w:p w:rsidR="00D40C63" w:rsidRPr="00F14F17" w:rsidRDefault="00D40C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7" w:type="dxa"/>
            <w:gridSpan w:val="7"/>
          </w:tcPr>
          <w:p w:rsidR="00D40C63" w:rsidRPr="003A05EE" w:rsidRDefault="00D40C63" w:rsidP="001A4FF5">
            <w:pPr>
              <w:pStyle w:val="ConsPlusNormal0"/>
              <w:rPr>
                <w:lang w:eastAsia="en-US"/>
              </w:rPr>
            </w:pPr>
            <w:r w:rsidRPr="003A05EE">
              <w:rPr>
                <w:lang w:eastAsia="en-US"/>
              </w:rPr>
              <w:t xml:space="preserve">субсидии из федерального бюджета </w:t>
            </w:r>
            <w:r>
              <w:rPr>
                <w:lang w:eastAsia="en-US"/>
              </w:rPr>
              <w:t>–</w:t>
            </w:r>
            <w:r w:rsidRPr="003A05E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18 141 499,91</w:t>
            </w:r>
            <w:r w:rsidRPr="003A05EE">
              <w:rPr>
                <w:lang w:eastAsia="en-US"/>
              </w:rPr>
              <w:t xml:space="preserve"> руб. в т.ч. по годам, руб:</w:t>
            </w:r>
          </w:p>
        </w:tc>
      </w:tr>
      <w:tr w:rsidR="00D40C63" w:rsidRPr="00F14F17">
        <w:trPr>
          <w:gridAfter w:val="1"/>
          <w:wAfter w:w="134" w:type="dxa"/>
          <w:trHeight w:hRule="exact" w:val="737"/>
        </w:trPr>
        <w:tc>
          <w:tcPr>
            <w:tcW w:w="2125" w:type="dxa"/>
            <w:vMerge/>
            <w:vAlign w:val="center"/>
          </w:tcPr>
          <w:p w:rsidR="00D40C63" w:rsidRPr="00F14F17" w:rsidRDefault="00D40C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  <w:gridSpan w:val="2"/>
          </w:tcPr>
          <w:p w:rsidR="00D40C63" w:rsidRPr="003A05EE" w:rsidRDefault="00D40C63">
            <w:pPr>
              <w:pStyle w:val="ConsPlusNormal0"/>
              <w:jc w:val="center"/>
              <w:rPr>
                <w:lang w:eastAsia="en-US"/>
              </w:rPr>
            </w:pPr>
            <w:r w:rsidRPr="003A05EE">
              <w:rPr>
                <w:lang w:eastAsia="en-US"/>
              </w:rPr>
              <w:t>2018 год</w:t>
            </w:r>
          </w:p>
        </w:tc>
        <w:tc>
          <w:tcPr>
            <w:tcW w:w="1843" w:type="dxa"/>
            <w:gridSpan w:val="2"/>
          </w:tcPr>
          <w:p w:rsidR="00D40C63" w:rsidRPr="003A05EE" w:rsidRDefault="00D40C63">
            <w:pPr>
              <w:pStyle w:val="ConsPlusNormal0"/>
              <w:jc w:val="center"/>
              <w:rPr>
                <w:lang w:eastAsia="en-US"/>
              </w:rPr>
            </w:pPr>
            <w:r w:rsidRPr="003A05EE">
              <w:rPr>
                <w:lang w:eastAsia="en-US"/>
              </w:rPr>
              <w:t>2019 год</w:t>
            </w:r>
          </w:p>
        </w:tc>
        <w:tc>
          <w:tcPr>
            <w:tcW w:w="1701" w:type="dxa"/>
          </w:tcPr>
          <w:p w:rsidR="00D40C63" w:rsidRPr="003A05EE" w:rsidRDefault="00D40C63">
            <w:pPr>
              <w:pStyle w:val="ConsPlusNormal0"/>
              <w:jc w:val="center"/>
              <w:rPr>
                <w:lang w:eastAsia="en-US"/>
              </w:rPr>
            </w:pPr>
            <w:r w:rsidRPr="003A05EE">
              <w:rPr>
                <w:lang w:eastAsia="en-US"/>
              </w:rPr>
              <w:t>2020 год</w:t>
            </w:r>
          </w:p>
        </w:tc>
        <w:tc>
          <w:tcPr>
            <w:tcW w:w="1281" w:type="dxa"/>
          </w:tcPr>
          <w:p w:rsidR="00D40C63" w:rsidRPr="003A05EE" w:rsidRDefault="00D40C63">
            <w:pPr>
              <w:pStyle w:val="ConsPlusNormal0"/>
              <w:jc w:val="center"/>
              <w:rPr>
                <w:lang w:eastAsia="en-US"/>
              </w:rPr>
            </w:pPr>
            <w:r w:rsidRPr="003A05EE">
              <w:rPr>
                <w:lang w:eastAsia="en-US"/>
              </w:rPr>
              <w:t>2021 год</w:t>
            </w:r>
          </w:p>
        </w:tc>
        <w:tc>
          <w:tcPr>
            <w:tcW w:w="1136" w:type="dxa"/>
          </w:tcPr>
          <w:p w:rsidR="00D40C63" w:rsidRPr="003A05EE" w:rsidRDefault="00D40C63">
            <w:pPr>
              <w:pStyle w:val="ConsPlusNormal0"/>
              <w:jc w:val="center"/>
              <w:rPr>
                <w:lang w:eastAsia="en-US"/>
              </w:rPr>
            </w:pPr>
            <w:r w:rsidRPr="003A05EE">
              <w:rPr>
                <w:lang w:eastAsia="en-US"/>
              </w:rPr>
              <w:t>2022 год</w:t>
            </w:r>
          </w:p>
        </w:tc>
      </w:tr>
      <w:tr w:rsidR="00D40C63" w:rsidRPr="00F14F17">
        <w:trPr>
          <w:gridAfter w:val="1"/>
          <w:wAfter w:w="134" w:type="dxa"/>
          <w:trHeight w:hRule="exact" w:val="862"/>
        </w:trPr>
        <w:tc>
          <w:tcPr>
            <w:tcW w:w="2125" w:type="dxa"/>
            <w:vMerge/>
            <w:vAlign w:val="center"/>
          </w:tcPr>
          <w:p w:rsidR="00D40C63" w:rsidRPr="00F14F17" w:rsidRDefault="00D40C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  <w:gridSpan w:val="2"/>
          </w:tcPr>
          <w:p w:rsidR="00D40C63" w:rsidRPr="00F14F17" w:rsidRDefault="00D40C63" w:rsidP="003A0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F17">
              <w:rPr>
                <w:rFonts w:ascii="Times New Roman" w:hAnsi="Times New Roman" w:cs="Times New Roman"/>
                <w:sz w:val="28"/>
                <w:szCs w:val="28"/>
              </w:rPr>
              <w:t>6 267 899,91</w:t>
            </w:r>
          </w:p>
        </w:tc>
        <w:tc>
          <w:tcPr>
            <w:tcW w:w="1843" w:type="dxa"/>
            <w:gridSpan w:val="2"/>
          </w:tcPr>
          <w:p w:rsidR="00D40C63" w:rsidRPr="00F14F17" w:rsidRDefault="00D40C63" w:rsidP="0030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4F17">
              <w:rPr>
                <w:rFonts w:ascii="Times New Roman" w:hAnsi="Times New Roman" w:cs="Times New Roman"/>
                <w:sz w:val="28"/>
                <w:szCs w:val="28"/>
              </w:rPr>
              <w:t>11 873 600,00</w:t>
            </w:r>
          </w:p>
        </w:tc>
        <w:tc>
          <w:tcPr>
            <w:tcW w:w="1701" w:type="dxa"/>
          </w:tcPr>
          <w:p w:rsidR="00D40C63" w:rsidRPr="00F14F17" w:rsidRDefault="00D40C63" w:rsidP="00796F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4F1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81" w:type="dxa"/>
          </w:tcPr>
          <w:p w:rsidR="00D40C63" w:rsidRPr="00F14F17" w:rsidRDefault="00D40C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F1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6" w:type="dxa"/>
          </w:tcPr>
          <w:p w:rsidR="00D40C63" w:rsidRPr="00F14F17" w:rsidRDefault="00D40C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F1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D40C63" w:rsidRDefault="00D40C63" w:rsidP="00052D8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B68B7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D40C63" w:rsidRDefault="00D40C63" w:rsidP="00052D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0C63" w:rsidRDefault="00D40C63" w:rsidP="00BA69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1.2.</w:t>
      </w:r>
      <w:r w:rsidRPr="00052D89">
        <w:rPr>
          <w:rFonts w:ascii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Pr="00052D89">
        <w:rPr>
          <w:rFonts w:ascii="Times New Roman" w:hAnsi="Times New Roman" w:cs="Times New Roman"/>
          <w:sz w:val="28"/>
          <w:szCs w:val="28"/>
          <w:lang w:eastAsia="ru-RU"/>
        </w:rPr>
        <w:t xml:space="preserve">Таблицу 1 </w:t>
      </w:r>
      <w:r>
        <w:rPr>
          <w:rFonts w:ascii="Times New Roman" w:hAnsi="Times New Roman" w:cs="Times New Roman"/>
          <w:sz w:val="28"/>
          <w:szCs w:val="28"/>
          <w:lang w:eastAsia="ru-RU"/>
        </w:rPr>
        <w:t>«Перечень основных мероприятий п</w:t>
      </w:r>
      <w:r w:rsidRPr="00052D89">
        <w:rPr>
          <w:rFonts w:ascii="Times New Roman" w:hAnsi="Times New Roman" w:cs="Times New Roman"/>
          <w:sz w:val="28"/>
          <w:szCs w:val="28"/>
          <w:lang w:eastAsia="ru-RU"/>
        </w:rPr>
        <w:t xml:space="preserve">рограммы» подраздела 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052D89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052D89">
        <w:rPr>
          <w:rFonts w:ascii="Times New Roman" w:hAnsi="Times New Roman" w:cs="Times New Roman"/>
          <w:sz w:val="28"/>
          <w:szCs w:val="28"/>
          <w:lang w:eastAsia="ru-RU"/>
        </w:rPr>
        <w:t>. «</w:t>
      </w:r>
      <w:r>
        <w:rPr>
          <w:rFonts w:ascii="Times New Roman" w:hAnsi="Times New Roman" w:cs="Times New Roman"/>
          <w:sz w:val="28"/>
          <w:szCs w:val="28"/>
          <w:lang w:eastAsia="ru-RU"/>
        </w:rPr>
        <w:t>Перечень основных мероприятий программы»</w:t>
      </w:r>
      <w:r w:rsidRPr="00052D89">
        <w:rPr>
          <w:rFonts w:ascii="Times New Roman" w:hAnsi="Times New Roman" w:cs="Times New Roman"/>
          <w:sz w:val="28"/>
          <w:szCs w:val="28"/>
          <w:lang w:eastAsia="ru-RU"/>
        </w:rPr>
        <w:t xml:space="preserve"> раздела 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052D89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Текстовая часть программы» </w:t>
      </w:r>
      <w:r w:rsidRPr="00052D89">
        <w:rPr>
          <w:rFonts w:ascii="Times New Roman" w:hAnsi="Times New Roman" w:cs="Times New Roman"/>
          <w:sz w:val="28"/>
          <w:szCs w:val="28"/>
          <w:lang w:eastAsia="ru-RU"/>
        </w:rPr>
        <w:t xml:space="preserve"> изложить в новой редакции, согласно приложению 1 к настоящему постановлению.</w:t>
      </w:r>
    </w:p>
    <w:p w:rsidR="00D40C63" w:rsidRPr="00052D89" w:rsidRDefault="00D40C63" w:rsidP="00052D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1.3. Таблицу 4</w:t>
      </w:r>
      <w:r w:rsidRPr="00052D89">
        <w:t xml:space="preserve"> </w:t>
      </w:r>
      <w:r>
        <w:t>«</w:t>
      </w:r>
      <w:r w:rsidRPr="00052D89">
        <w:rPr>
          <w:rFonts w:ascii="Times New Roman" w:hAnsi="Times New Roman" w:cs="Times New Roman"/>
          <w:sz w:val="28"/>
          <w:szCs w:val="28"/>
          <w:lang w:eastAsia="ru-RU"/>
        </w:rPr>
        <w:t>Ресурсное обеспечение реализации программы за счет средств бюджета городского округа г. Первомайск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052D89">
        <w:rPr>
          <w:rFonts w:ascii="Times New Roman" w:hAnsi="Times New Roman" w:cs="Times New Roman"/>
          <w:sz w:val="28"/>
          <w:szCs w:val="28"/>
          <w:lang w:eastAsia="ru-RU"/>
        </w:rPr>
        <w:t xml:space="preserve"> подраздела 2.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052D89">
        <w:rPr>
          <w:rFonts w:ascii="Times New Roman" w:hAnsi="Times New Roman" w:cs="Times New Roman"/>
          <w:sz w:val="28"/>
          <w:szCs w:val="28"/>
          <w:lang w:eastAsia="ru-RU"/>
        </w:rPr>
        <w:t>. 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Обоснование объема финансовых ресурсов» </w:t>
      </w:r>
      <w:r w:rsidRPr="00052D89">
        <w:rPr>
          <w:rFonts w:ascii="Times New Roman" w:hAnsi="Times New Roman" w:cs="Times New Roman"/>
          <w:sz w:val="28"/>
          <w:szCs w:val="28"/>
          <w:lang w:eastAsia="ru-RU"/>
        </w:rPr>
        <w:t>раздела 2 «Текстовая часть программы» изложить в новой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редакции, согласно приложению 2</w:t>
      </w:r>
      <w:r w:rsidRPr="00052D89">
        <w:rPr>
          <w:rFonts w:ascii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D40C63" w:rsidRPr="0061577C" w:rsidRDefault="00D40C63" w:rsidP="006157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1.4. Таблицу 5</w:t>
      </w:r>
      <w:r w:rsidRPr="00052D89">
        <w:t xml:space="preserve"> </w:t>
      </w:r>
      <w:r>
        <w:t>«</w:t>
      </w:r>
      <w:r w:rsidRPr="00052D89">
        <w:rPr>
          <w:rFonts w:ascii="Times New Roman" w:hAnsi="Times New Roman" w:cs="Times New Roman"/>
          <w:sz w:val="28"/>
          <w:szCs w:val="28"/>
          <w:lang w:eastAsia="ru-RU"/>
        </w:rPr>
        <w:t>Прогнозная оценка расходов на реализацию программы за счет всех источников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052D89">
        <w:rPr>
          <w:rFonts w:ascii="Times New Roman" w:hAnsi="Times New Roman" w:cs="Times New Roman"/>
          <w:sz w:val="28"/>
          <w:szCs w:val="28"/>
          <w:lang w:eastAsia="ru-RU"/>
        </w:rPr>
        <w:t xml:space="preserve"> подраздела 2.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052D89">
        <w:rPr>
          <w:rFonts w:ascii="Times New Roman" w:hAnsi="Times New Roman" w:cs="Times New Roman"/>
          <w:sz w:val="28"/>
          <w:szCs w:val="28"/>
          <w:lang w:eastAsia="ru-RU"/>
        </w:rPr>
        <w:t>. 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Обоснование объема финансовых ресурсов» </w:t>
      </w:r>
      <w:r w:rsidRPr="00052D89">
        <w:rPr>
          <w:rFonts w:ascii="Times New Roman" w:hAnsi="Times New Roman" w:cs="Times New Roman"/>
          <w:sz w:val="28"/>
          <w:szCs w:val="28"/>
          <w:lang w:eastAsia="ru-RU"/>
        </w:rPr>
        <w:t>раздела 2 «Текстовая часть программы» изложить в новой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редакции, согласно приложению 3</w:t>
      </w:r>
      <w:r w:rsidRPr="00052D89">
        <w:rPr>
          <w:rFonts w:ascii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D40C63" w:rsidRPr="00BF78D1" w:rsidRDefault="00D40C63" w:rsidP="00BF78D1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BF78D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Сектору коммунального и городского хозяйства  отдела архитектуры, капитального строительства и муниципального имущества администрации городского округа город Первомайск Нижегородской области обеспечить:</w:t>
      </w:r>
    </w:p>
    <w:p w:rsidR="00D40C63" w:rsidRPr="00BF78D1" w:rsidRDefault="00D40C63" w:rsidP="00BF78D1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BF78D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.1.Размещение настоящего постановления на официальном сайте администрации городского округа город Первомайск Нижегородской области в информационно-телекоммуникационной сети "И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нтернет" http://www.1maysk.ru. </w:t>
      </w:r>
    </w:p>
    <w:p w:rsidR="00D40C63" w:rsidRPr="000B68B7" w:rsidRDefault="00D40C63" w:rsidP="00BF78D1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BF78D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.2. Опубликование настоящего постановления в газете «Районный вестник».</w:t>
      </w:r>
    </w:p>
    <w:p w:rsidR="00D40C63" w:rsidRPr="000B68B7" w:rsidRDefault="00D40C63" w:rsidP="000B68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0C63" w:rsidRPr="000B68B7" w:rsidRDefault="00D40C63" w:rsidP="000B68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0C63" w:rsidRPr="000B68B7" w:rsidRDefault="00D40C63" w:rsidP="000B68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0C63" w:rsidRDefault="00D40C63" w:rsidP="006314DE">
      <w:pPr>
        <w:tabs>
          <w:tab w:val="right" w:pos="102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И.о.главы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>Е.Н.Логинова</w:t>
      </w:r>
    </w:p>
    <w:p w:rsidR="00D40C63" w:rsidRDefault="00D40C63" w:rsidP="000B68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0C63" w:rsidRPr="000B68B7" w:rsidRDefault="00D40C63" w:rsidP="000B68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D40C63" w:rsidRPr="000B68B7" w:rsidSect="002B7930">
          <w:headerReference w:type="default" r:id="rId8"/>
          <w:pgSz w:w="11906" w:h="16838"/>
          <w:pgMar w:top="1134" w:right="567" w:bottom="1134" w:left="1134" w:header="708" w:footer="708" w:gutter="0"/>
          <w:cols w:space="708"/>
          <w:titlePg/>
          <w:docGrid w:linePitch="381"/>
        </w:sectPr>
      </w:pPr>
    </w:p>
    <w:p w:rsidR="00D40C63" w:rsidRPr="0080515C" w:rsidRDefault="00D40C63" w:rsidP="0080515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0515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</w:p>
    <w:p w:rsidR="00D40C63" w:rsidRPr="0080515C" w:rsidRDefault="00D40C63" w:rsidP="0080515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0515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</w:p>
    <w:p w:rsidR="00D40C63" w:rsidRPr="00923E4E" w:rsidRDefault="00D40C63" w:rsidP="008051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3E4E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D40C63" w:rsidRPr="00923E4E" w:rsidRDefault="00D40C63" w:rsidP="008051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3E4E">
        <w:rPr>
          <w:rFonts w:ascii="Times New Roman" w:hAnsi="Times New Roman" w:cs="Times New Roman"/>
          <w:sz w:val="28"/>
          <w:szCs w:val="28"/>
          <w:lang w:eastAsia="ru-RU"/>
        </w:rPr>
        <w:t xml:space="preserve"> городского округа город Первомайск</w:t>
      </w:r>
    </w:p>
    <w:p w:rsidR="00D40C63" w:rsidRPr="00923E4E" w:rsidRDefault="00D40C63" w:rsidP="008051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3E4E">
        <w:rPr>
          <w:rFonts w:ascii="Times New Roman" w:hAnsi="Times New Roman" w:cs="Times New Roman"/>
          <w:sz w:val="28"/>
          <w:szCs w:val="28"/>
          <w:lang w:eastAsia="ru-RU"/>
        </w:rPr>
        <w:t xml:space="preserve">  Нижегородской области </w:t>
      </w:r>
    </w:p>
    <w:p w:rsidR="00D40C63" w:rsidRPr="00923E4E" w:rsidRDefault="00D40C63" w:rsidP="008051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3E4E">
        <w:rPr>
          <w:rFonts w:ascii="Times New Roman" w:hAnsi="Times New Roman" w:cs="Times New Roman"/>
          <w:sz w:val="28"/>
          <w:szCs w:val="28"/>
          <w:lang w:eastAsia="ru-RU"/>
        </w:rPr>
        <w:t xml:space="preserve">от  </w:t>
      </w:r>
      <w:r>
        <w:rPr>
          <w:rFonts w:ascii="Times New Roman" w:hAnsi="Times New Roman" w:cs="Times New Roman"/>
          <w:sz w:val="28"/>
          <w:szCs w:val="28"/>
          <w:lang w:eastAsia="ru-RU"/>
        </w:rPr>
        <w:t>15.03.2019</w:t>
      </w:r>
      <w:r w:rsidRPr="00923E4E">
        <w:rPr>
          <w:rFonts w:ascii="Times New Roman" w:hAnsi="Times New Roman" w:cs="Times New Roman"/>
          <w:sz w:val="28"/>
          <w:szCs w:val="28"/>
          <w:lang w:eastAsia="ru-RU"/>
        </w:rPr>
        <w:t xml:space="preserve">  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331</w:t>
      </w:r>
    </w:p>
    <w:p w:rsidR="00D40C63" w:rsidRPr="00923E4E" w:rsidRDefault="00D40C63" w:rsidP="0080515C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0C63" w:rsidRPr="00923E4E" w:rsidRDefault="00D40C63" w:rsidP="0080515C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 w:rsidRPr="00923E4E">
        <w:rPr>
          <w:rFonts w:ascii="Times New Roman" w:hAnsi="Times New Roman" w:cs="Times New Roman"/>
          <w:sz w:val="28"/>
          <w:szCs w:val="28"/>
          <w:lang w:eastAsia="ru-RU"/>
        </w:rPr>
        <w:t>« Таблица 1. Перечень основных мероприятий программы</w:t>
      </w:r>
    </w:p>
    <w:p w:rsidR="00D40C63" w:rsidRPr="00923E4E" w:rsidRDefault="00D40C63" w:rsidP="0080515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0C63" w:rsidRPr="00923E4E" w:rsidRDefault="00D40C63" w:rsidP="0080515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3E4E">
        <w:rPr>
          <w:rFonts w:ascii="Times New Roman" w:hAnsi="Times New Roman" w:cs="Times New Roman"/>
          <w:sz w:val="28"/>
          <w:szCs w:val="28"/>
          <w:lang w:eastAsia="ru-RU"/>
        </w:rPr>
        <w:t>руб.</w:t>
      </w:r>
    </w:p>
    <w:tbl>
      <w:tblPr>
        <w:tblW w:w="15230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11"/>
        <w:gridCol w:w="1968"/>
        <w:gridCol w:w="1552"/>
        <w:gridCol w:w="1134"/>
        <w:gridCol w:w="1985"/>
        <w:gridCol w:w="1843"/>
        <w:gridCol w:w="1842"/>
        <w:gridCol w:w="1134"/>
        <w:gridCol w:w="710"/>
        <w:gridCol w:w="709"/>
        <w:gridCol w:w="1842"/>
      </w:tblGrid>
      <w:tr w:rsidR="00D40C63" w:rsidRPr="00F14F17">
        <w:tc>
          <w:tcPr>
            <w:tcW w:w="511" w:type="dxa"/>
            <w:vMerge w:val="restart"/>
          </w:tcPr>
          <w:p w:rsidR="00D40C63" w:rsidRPr="00923E4E" w:rsidRDefault="00D40C63" w:rsidP="008051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E4E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968" w:type="dxa"/>
            <w:vMerge w:val="restart"/>
          </w:tcPr>
          <w:p w:rsidR="00D40C63" w:rsidRPr="00923E4E" w:rsidRDefault="00D40C63" w:rsidP="008051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E4E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52" w:type="dxa"/>
            <w:vMerge w:val="restart"/>
          </w:tcPr>
          <w:p w:rsidR="00D40C63" w:rsidRPr="00923E4E" w:rsidRDefault="00D40C63" w:rsidP="008051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E4E">
              <w:rPr>
                <w:rFonts w:ascii="Times New Roman" w:hAnsi="Times New Roman" w:cs="Times New Roman"/>
                <w:sz w:val="28"/>
                <w:szCs w:val="28"/>
              </w:rPr>
              <w:t>Категория расходов (капвложения, НИОКР, прочие расходы)</w:t>
            </w:r>
          </w:p>
        </w:tc>
        <w:tc>
          <w:tcPr>
            <w:tcW w:w="1134" w:type="dxa"/>
            <w:vMerge w:val="restart"/>
          </w:tcPr>
          <w:p w:rsidR="00D40C63" w:rsidRPr="00923E4E" w:rsidRDefault="00D40C63" w:rsidP="008051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E4E">
              <w:rPr>
                <w:rFonts w:ascii="Times New Roman" w:hAnsi="Times New Roman" w:cs="Times New Roman"/>
                <w:sz w:val="28"/>
                <w:szCs w:val="28"/>
              </w:rPr>
              <w:t>Сроки выполнения (годы)</w:t>
            </w:r>
          </w:p>
        </w:tc>
        <w:tc>
          <w:tcPr>
            <w:tcW w:w="1985" w:type="dxa"/>
            <w:vMerge w:val="restart"/>
          </w:tcPr>
          <w:p w:rsidR="00D40C63" w:rsidRPr="00923E4E" w:rsidRDefault="00D40C63" w:rsidP="008051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E4E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</w:t>
            </w:r>
          </w:p>
        </w:tc>
        <w:tc>
          <w:tcPr>
            <w:tcW w:w="8080" w:type="dxa"/>
            <w:gridSpan w:val="6"/>
          </w:tcPr>
          <w:p w:rsidR="00D40C63" w:rsidRPr="00923E4E" w:rsidRDefault="00D40C63" w:rsidP="008051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E4E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(по годам) за счет средств местного бюджета</w:t>
            </w:r>
          </w:p>
        </w:tc>
      </w:tr>
      <w:tr w:rsidR="00D40C63" w:rsidRPr="00F14F17">
        <w:tc>
          <w:tcPr>
            <w:tcW w:w="511" w:type="dxa"/>
            <w:vMerge/>
            <w:vAlign w:val="center"/>
          </w:tcPr>
          <w:p w:rsidR="00D40C63" w:rsidRPr="00923E4E" w:rsidRDefault="00D40C63" w:rsidP="008051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  <w:vMerge/>
            <w:vAlign w:val="center"/>
          </w:tcPr>
          <w:p w:rsidR="00D40C63" w:rsidRPr="00923E4E" w:rsidRDefault="00D40C63" w:rsidP="008051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  <w:vMerge/>
            <w:vAlign w:val="center"/>
          </w:tcPr>
          <w:p w:rsidR="00D40C63" w:rsidRPr="00923E4E" w:rsidRDefault="00D40C63" w:rsidP="008051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D40C63" w:rsidRPr="00923E4E" w:rsidRDefault="00D40C63" w:rsidP="008051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D40C63" w:rsidRPr="00923E4E" w:rsidRDefault="00D40C63" w:rsidP="008051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40C63" w:rsidRPr="00923E4E" w:rsidRDefault="00D40C63" w:rsidP="008051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E4E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842" w:type="dxa"/>
          </w:tcPr>
          <w:p w:rsidR="00D40C63" w:rsidRPr="00923E4E" w:rsidRDefault="00D40C63" w:rsidP="008051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E4E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134" w:type="dxa"/>
          </w:tcPr>
          <w:p w:rsidR="00D40C63" w:rsidRPr="00923E4E" w:rsidRDefault="00D40C63" w:rsidP="008051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E4E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710" w:type="dxa"/>
          </w:tcPr>
          <w:p w:rsidR="00D40C63" w:rsidRPr="00923E4E" w:rsidRDefault="00D40C63" w:rsidP="008051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E4E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709" w:type="dxa"/>
          </w:tcPr>
          <w:p w:rsidR="00D40C63" w:rsidRPr="00923E4E" w:rsidRDefault="00D40C63" w:rsidP="008051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E4E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842" w:type="dxa"/>
          </w:tcPr>
          <w:p w:rsidR="00D40C63" w:rsidRPr="00923E4E" w:rsidRDefault="00D40C63" w:rsidP="008051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E4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D40C63" w:rsidRPr="00F14F17">
        <w:tc>
          <w:tcPr>
            <w:tcW w:w="7150" w:type="dxa"/>
            <w:gridSpan w:val="5"/>
          </w:tcPr>
          <w:p w:rsidR="00D40C63" w:rsidRPr="00923E4E" w:rsidRDefault="00D40C63" w:rsidP="0080515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E4E">
              <w:rPr>
                <w:rFonts w:ascii="Times New Roman" w:hAnsi="Times New Roman" w:cs="Times New Roman"/>
                <w:sz w:val="28"/>
                <w:szCs w:val="28"/>
              </w:rPr>
              <w:t>Цель программы: создание комфортной среды проживания и жизнедеятельности для человека, которая позволит не только удовлетворять жилищные потребности населения, но и обеспечивать высокое качество жизни в целом</w:t>
            </w:r>
          </w:p>
        </w:tc>
        <w:tc>
          <w:tcPr>
            <w:tcW w:w="1843" w:type="dxa"/>
          </w:tcPr>
          <w:p w:rsidR="00D40C63" w:rsidRPr="00923E4E" w:rsidRDefault="00D40C63" w:rsidP="00273ADD">
            <w:pPr>
              <w:pStyle w:val="ConsPlusNormal0"/>
              <w:jc w:val="center"/>
              <w:rPr>
                <w:lang w:eastAsia="en-US"/>
              </w:rPr>
            </w:pPr>
            <w:r w:rsidRPr="00A80899">
              <w:rPr>
                <w:lang w:eastAsia="en-US"/>
              </w:rPr>
              <w:t>16</w:t>
            </w:r>
            <w:r>
              <w:rPr>
                <w:lang w:eastAsia="en-US"/>
              </w:rPr>
              <w:t> 589 209,00</w:t>
            </w:r>
          </w:p>
        </w:tc>
        <w:tc>
          <w:tcPr>
            <w:tcW w:w="1842" w:type="dxa"/>
          </w:tcPr>
          <w:p w:rsidR="00D40C63" w:rsidRPr="00F14F17" w:rsidRDefault="00D40C63" w:rsidP="002B7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4F17">
              <w:rPr>
                <w:rFonts w:ascii="Times New Roman" w:hAnsi="Times New Roman" w:cs="Times New Roman"/>
                <w:sz w:val="28"/>
                <w:szCs w:val="28"/>
              </w:rPr>
              <w:t>14 659 488,60</w:t>
            </w:r>
          </w:p>
        </w:tc>
        <w:tc>
          <w:tcPr>
            <w:tcW w:w="1134" w:type="dxa"/>
          </w:tcPr>
          <w:p w:rsidR="00D40C63" w:rsidRPr="00F14F17" w:rsidRDefault="00D40C63" w:rsidP="002B7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:rsidR="00D40C63" w:rsidRPr="00923E4E" w:rsidRDefault="00D40C63" w:rsidP="008051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40C63" w:rsidRPr="00923E4E" w:rsidRDefault="00D40C63" w:rsidP="008051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40C63" w:rsidRPr="00923E4E" w:rsidRDefault="00D40C63" w:rsidP="008E0D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FF5">
              <w:rPr>
                <w:rFonts w:ascii="Times New Roman" w:hAnsi="Times New Roman" w:cs="Times New Roman"/>
                <w:sz w:val="28"/>
                <w:szCs w:val="28"/>
              </w:rPr>
              <w:t>31 248 695,60</w:t>
            </w:r>
          </w:p>
        </w:tc>
      </w:tr>
      <w:tr w:rsidR="00D40C63" w:rsidRPr="00F14F17">
        <w:trPr>
          <w:trHeight w:val="1587"/>
        </w:trPr>
        <w:tc>
          <w:tcPr>
            <w:tcW w:w="2479" w:type="dxa"/>
            <w:gridSpan w:val="2"/>
          </w:tcPr>
          <w:p w:rsidR="00D40C63" w:rsidRPr="00923E4E" w:rsidRDefault="00D40C63" w:rsidP="0080515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E4E">
              <w:rPr>
                <w:rFonts w:ascii="Times New Roman" w:hAnsi="Times New Roman" w:cs="Times New Roman"/>
                <w:sz w:val="28"/>
                <w:szCs w:val="28"/>
              </w:rPr>
              <w:t>Благоустройство дворовых территорий и общественных пространств</w:t>
            </w:r>
          </w:p>
        </w:tc>
        <w:tc>
          <w:tcPr>
            <w:tcW w:w="1552" w:type="dxa"/>
          </w:tcPr>
          <w:p w:rsidR="00D40C63" w:rsidRPr="00923E4E" w:rsidRDefault="00D40C63" w:rsidP="0080515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E4E">
              <w:rPr>
                <w:rFonts w:ascii="Times New Roman" w:hAnsi="Times New Roman" w:cs="Times New Roman"/>
                <w:sz w:val="28"/>
                <w:szCs w:val="28"/>
              </w:rPr>
              <w:t>Прочие расходы</w:t>
            </w:r>
          </w:p>
        </w:tc>
        <w:tc>
          <w:tcPr>
            <w:tcW w:w="1134" w:type="dxa"/>
          </w:tcPr>
          <w:p w:rsidR="00D40C63" w:rsidRPr="00923E4E" w:rsidRDefault="00D40C63" w:rsidP="008051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E4E">
              <w:rPr>
                <w:rFonts w:ascii="Times New Roman" w:hAnsi="Times New Roman" w:cs="Times New Roman"/>
                <w:sz w:val="28"/>
                <w:szCs w:val="28"/>
              </w:rPr>
              <w:t>2018 - 2022</w:t>
            </w:r>
          </w:p>
        </w:tc>
        <w:tc>
          <w:tcPr>
            <w:tcW w:w="1985" w:type="dxa"/>
          </w:tcPr>
          <w:p w:rsidR="00D40C63" w:rsidRPr="00923E4E" w:rsidRDefault="00D40C63" w:rsidP="0080515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E4E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город Первомайск, Отдел народного образования администрации городского округа город Первомайск Нижегородской области,</w:t>
            </w:r>
            <w:r w:rsidRPr="00923E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23E4E">
              <w:rPr>
                <w:rFonts w:ascii="Times New Roman" w:hAnsi="Times New Roman" w:cs="Times New Roman"/>
                <w:sz w:val="28"/>
                <w:szCs w:val="28"/>
              </w:rPr>
              <w:t>Муниципальное  автономное образовательное учреждение дополнительного образования  «Центр дополнительного образования»</w:t>
            </w:r>
          </w:p>
        </w:tc>
        <w:tc>
          <w:tcPr>
            <w:tcW w:w="1843" w:type="dxa"/>
          </w:tcPr>
          <w:p w:rsidR="00D40C63" w:rsidRPr="00923E4E" w:rsidRDefault="00D40C63" w:rsidP="00A16468">
            <w:pPr>
              <w:pStyle w:val="ConsPlusNormal0"/>
              <w:jc w:val="center"/>
              <w:rPr>
                <w:lang w:eastAsia="en-US"/>
              </w:rPr>
            </w:pPr>
            <w:r w:rsidRPr="00A80899">
              <w:rPr>
                <w:lang w:eastAsia="en-US"/>
              </w:rPr>
              <w:t>16 </w:t>
            </w:r>
            <w:r>
              <w:rPr>
                <w:lang w:eastAsia="en-US"/>
              </w:rPr>
              <w:t>589</w:t>
            </w:r>
            <w:r w:rsidRPr="00A80899">
              <w:rPr>
                <w:lang w:eastAsia="en-US"/>
              </w:rPr>
              <w:t> 209,00</w:t>
            </w:r>
          </w:p>
        </w:tc>
        <w:tc>
          <w:tcPr>
            <w:tcW w:w="1842" w:type="dxa"/>
          </w:tcPr>
          <w:p w:rsidR="00D40C63" w:rsidRPr="00F14F17" w:rsidRDefault="00D40C63" w:rsidP="009534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4F17">
              <w:rPr>
                <w:rFonts w:ascii="Times New Roman" w:hAnsi="Times New Roman" w:cs="Times New Roman"/>
                <w:sz w:val="28"/>
                <w:szCs w:val="28"/>
              </w:rPr>
              <w:t>14 659 488,60</w:t>
            </w:r>
          </w:p>
        </w:tc>
        <w:tc>
          <w:tcPr>
            <w:tcW w:w="1134" w:type="dxa"/>
          </w:tcPr>
          <w:p w:rsidR="00D40C63" w:rsidRPr="00F14F17" w:rsidRDefault="00D40C63" w:rsidP="009534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:rsidR="00D40C63" w:rsidRPr="00923E4E" w:rsidRDefault="00D40C63" w:rsidP="009534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40C63" w:rsidRPr="00923E4E" w:rsidRDefault="00D40C63" w:rsidP="009534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40C63" w:rsidRPr="00923E4E" w:rsidRDefault="00D40C63" w:rsidP="009534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FF5">
              <w:rPr>
                <w:rFonts w:ascii="Times New Roman" w:hAnsi="Times New Roman" w:cs="Times New Roman"/>
                <w:sz w:val="28"/>
                <w:szCs w:val="28"/>
              </w:rPr>
              <w:t>31 248 695,60</w:t>
            </w:r>
          </w:p>
        </w:tc>
      </w:tr>
    </w:tbl>
    <w:p w:rsidR="00D40C63" w:rsidRPr="00923E4E" w:rsidRDefault="00D40C63" w:rsidP="008051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  <w:sectPr w:rsidR="00D40C63" w:rsidRPr="00923E4E">
          <w:pgSz w:w="16838" w:h="11905" w:orient="landscape"/>
          <w:pgMar w:top="1701" w:right="1134" w:bottom="850" w:left="1134" w:header="0" w:footer="0" w:gutter="0"/>
          <w:cols w:space="720"/>
        </w:sectPr>
      </w:pPr>
      <w:r w:rsidRPr="00923E4E">
        <w:rPr>
          <w:rFonts w:ascii="Times New Roman" w:hAnsi="Times New Roman" w:cs="Times New Roman"/>
          <w:sz w:val="28"/>
          <w:szCs w:val="28"/>
        </w:rPr>
        <w:t xml:space="preserve"> »</w:t>
      </w:r>
    </w:p>
    <w:p w:rsidR="00D40C63" w:rsidRPr="008C2E41" w:rsidRDefault="00D40C63" w:rsidP="008C2E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8C2E41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     </w:t>
      </w:r>
    </w:p>
    <w:p w:rsidR="00D40C63" w:rsidRPr="00B32E4D" w:rsidRDefault="00D40C63" w:rsidP="002F1CD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32E4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</w:p>
    <w:p w:rsidR="00D40C63" w:rsidRPr="00B32E4D" w:rsidRDefault="00D40C63" w:rsidP="002F1CD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32E4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</w:p>
    <w:p w:rsidR="00D40C63" w:rsidRPr="00B32E4D" w:rsidRDefault="00D40C63" w:rsidP="002F1CD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B32E4D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D40C63" w:rsidRPr="00B32E4D" w:rsidRDefault="00D40C63" w:rsidP="002F1CD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B32E4D">
        <w:rPr>
          <w:rFonts w:ascii="Times New Roman" w:hAnsi="Times New Roman" w:cs="Times New Roman"/>
          <w:sz w:val="28"/>
          <w:szCs w:val="28"/>
          <w:lang w:eastAsia="ru-RU"/>
        </w:rPr>
        <w:t xml:space="preserve"> городского округа город Первомайск</w:t>
      </w:r>
    </w:p>
    <w:p w:rsidR="00D40C63" w:rsidRPr="00B32E4D" w:rsidRDefault="00D40C63" w:rsidP="002F1CD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B32E4D">
        <w:rPr>
          <w:rFonts w:ascii="Times New Roman" w:hAnsi="Times New Roman" w:cs="Times New Roman"/>
          <w:sz w:val="28"/>
          <w:szCs w:val="28"/>
          <w:lang w:eastAsia="ru-RU"/>
        </w:rPr>
        <w:t xml:space="preserve">  Нижегородской области </w:t>
      </w:r>
    </w:p>
    <w:p w:rsidR="00D40C63" w:rsidRDefault="00D40C63" w:rsidP="002F1CD1">
      <w:pPr>
        <w:widowControl w:val="0"/>
        <w:autoSpaceDE w:val="0"/>
        <w:autoSpaceDN w:val="0"/>
        <w:spacing w:after="0" w:line="240" w:lineRule="auto"/>
        <w:jc w:val="right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 w:rsidRPr="008C2E41">
        <w:rPr>
          <w:rFonts w:ascii="Times New Roman" w:hAnsi="Times New Roman" w:cs="Times New Roman"/>
          <w:sz w:val="28"/>
          <w:szCs w:val="28"/>
          <w:lang w:eastAsia="ru-RU"/>
        </w:rPr>
        <w:t xml:space="preserve">от  </w:t>
      </w:r>
      <w:r w:rsidRPr="006314DE">
        <w:rPr>
          <w:rFonts w:ascii="Times New Roman" w:hAnsi="Times New Roman" w:cs="Times New Roman"/>
          <w:sz w:val="28"/>
          <w:szCs w:val="28"/>
          <w:lang w:eastAsia="ru-RU"/>
        </w:rPr>
        <w:t xml:space="preserve"> 15.03.2019</w:t>
      </w:r>
      <w:r w:rsidRPr="008C2E41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331</w:t>
      </w:r>
    </w:p>
    <w:p w:rsidR="00D40C63" w:rsidRDefault="00D40C63" w:rsidP="001D30FA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0C63" w:rsidRDefault="00D40C63" w:rsidP="001D30FA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0C63" w:rsidRPr="00923E4E" w:rsidRDefault="00D40C63" w:rsidP="001D30FA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 w:rsidRPr="00923E4E">
        <w:rPr>
          <w:rFonts w:ascii="Times New Roman" w:hAnsi="Times New Roman" w:cs="Times New Roman"/>
          <w:sz w:val="28"/>
          <w:szCs w:val="28"/>
          <w:lang w:eastAsia="ru-RU"/>
        </w:rPr>
        <w:t xml:space="preserve">«Таблица 4. Ресурсное обеспечение реализации </w:t>
      </w:r>
    </w:p>
    <w:p w:rsidR="00D40C63" w:rsidRPr="00923E4E" w:rsidRDefault="00D40C63" w:rsidP="001D30F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23E4E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за счет средств бюджета городского округа г. Первомайск </w:t>
      </w:r>
    </w:p>
    <w:p w:rsidR="00D40C63" w:rsidRPr="00923E4E" w:rsidRDefault="00D40C63" w:rsidP="001D30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0C63" w:rsidRPr="00923E4E" w:rsidRDefault="00D40C63" w:rsidP="001D30F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3E4E">
        <w:rPr>
          <w:rFonts w:ascii="Times New Roman" w:hAnsi="Times New Roman" w:cs="Times New Roman"/>
          <w:sz w:val="28"/>
          <w:szCs w:val="28"/>
          <w:lang w:eastAsia="ru-RU"/>
        </w:rPr>
        <w:t>руб.</w:t>
      </w:r>
    </w:p>
    <w:tbl>
      <w:tblPr>
        <w:tblW w:w="14940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905"/>
        <w:gridCol w:w="3119"/>
        <w:gridCol w:w="2684"/>
        <w:gridCol w:w="1852"/>
        <w:gridCol w:w="1984"/>
        <w:gridCol w:w="1843"/>
        <w:gridCol w:w="709"/>
        <w:gridCol w:w="844"/>
      </w:tblGrid>
      <w:tr w:rsidR="00D40C63" w:rsidRPr="00F14F17">
        <w:tc>
          <w:tcPr>
            <w:tcW w:w="1905" w:type="dxa"/>
            <w:vMerge w:val="restart"/>
          </w:tcPr>
          <w:p w:rsidR="00D40C63" w:rsidRPr="00923E4E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23E4E">
              <w:rPr>
                <w:rFonts w:ascii="Times New Roman" w:hAnsi="Times New Roman" w:cs="Times New Roman"/>
                <w:sz w:val="27"/>
                <w:szCs w:val="27"/>
              </w:rPr>
              <w:t>Статус</w:t>
            </w:r>
          </w:p>
        </w:tc>
        <w:tc>
          <w:tcPr>
            <w:tcW w:w="3119" w:type="dxa"/>
            <w:vMerge w:val="restart"/>
          </w:tcPr>
          <w:p w:rsidR="00D40C63" w:rsidRPr="00923E4E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23E4E">
              <w:rPr>
                <w:rFonts w:ascii="Times New Roman" w:hAnsi="Times New Roman" w:cs="Times New Roman"/>
                <w:sz w:val="27"/>
                <w:szCs w:val="27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2684" w:type="dxa"/>
            <w:vMerge w:val="restart"/>
          </w:tcPr>
          <w:p w:rsidR="00D40C63" w:rsidRPr="00923E4E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23E4E">
              <w:rPr>
                <w:rFonts w:ascii="Times New Roman" w:hAnsi="Times New Roman" w:cs="Times New Roman"/>
                <w:sz w:val="27"/>
                <w:szCs w:val="27"/>
              </w:rPr>
              <w:t>Муниципальный заказчик - координатор, соисполнители</w:t>
            </w:r>
          </w:p>
        </w:tc>
        <w:tc>
          <w:tcPr>
            <w:tcW w:w="7232" w:type="dxa"/>
            <w:gridSpan w:val="5"/>
          </w:tcPr>
          <w:p w:rsidR="00D40C63" w:rsidRPr="00923E4E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23E4E">
              <w:rPr>
                <w:rFonts w:ascii="Times New Roman" w:hAnsi="Times New Roman" w:cs="Times New Roman"/>
                <w:sz w:val="27"/>
                <w:szCs w:val="27"/>
              </w:rPr>
              <w:t>Годы</w:t>
            </w:r>
          </w:p>
        </w:tc>
      </w:tr>
      <w:tr w:rsidR="00D40C63" w:rsidRPr="00F14F17">
        <w:trPr>
          <w:trHeight w:val="1340"/>
        </w:trPr>
        <w:tc>
          <w:tcPr>
            <w:tcW w:w="1905" w:type="dxa"/>
            <w:vMerge/>
            <w:vAlign w:val="center"/>
          </w:tcPr>
          <w:p w:rsidR="00D40C63" w:rsidRPr="00923E4E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9" w:type="dxa"/>
            <w:vMerge/>
            <w:vAlign w:val="center"/>
          </w:tcPr>
          <w:p w:rsidR="00D40C63" w:rsidRPr="00923E4E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84" w:type="dxa"/>
            <w:vMerge/>
            <w:vAlign w:val="center"/>
          </w:tcPr>
          <w:p w:rsidR="00D40C63" w:rsidRPr="00923E4E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52" w:type="dxa"/>
          </w:tcPr>
          <w:p w:rsidR="00D40C63" w:rsidRPr="00923E4E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23E4E">
              <w:rPr>
                <w:rFonts w:ascii="Times New Roman" w:hAnsi="Times New Roman" w:cs="Times New Roman"/>
                <w:sz w:val="27"/>
                <w:szCs w:val="27"/>
              </w:rPr>
              <w:t>2018</w:t>
            </w:r>
          </w:p>
        </w:tc>
        <w:tc>
          <w:tcPr>
            <w:tcW w:w="1984" w:type="dxa"/>
          </w:tcPr>
          <w:p w:rsidR="00D40C63" w:rsidRPr="00923E4E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23E4E">
              <w:rPr>
                <w:rFonts w:ascii="Times New Roman" w:hAnsi="Times New Roman" w:cs="Times New Roman"/>
                <w:sz w:val="27"/>
                <w:szCs w:val="27"/>
              </w:rPr>
              <w:t>2019</w:t>
            </w:r>
          </w:p>
        </w:tc>
        <w:tc>
          <w:tcPr>
            <w:tcW w:w="1843" w:type="dxa"/>
          </w:tcPr>
          <w:p w:rsidR="00D40C63" w:rsidRPr="00923E4E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23E4E">
              <w:rPr>
                <w:rFonts w:ascii="Times New Roman" w:hAnsi="Times New Roman" w:cs="Times New Roman"/>
                <w:sz w:val="27"/>
                <w:szCs w:val="27"/>
              </w:rPr>
              <w:t>2020</w:t>
            </w:r>
          </w:p>
        </w:tc>
        <w:tc>
          <w:tcPr>
            <w:tcW w:w="709" w:type="dxa"/>
          </w:tcPr>
          <w:p w:rsidR="00D40C63" w:rsidRPr="00923E4E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23E4E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844" w:type="dxa"/>
          </w:tcPr>
          <w:p w:rsidR="00D40C63" w:rsidRPr="00923E4E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23E4E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</w:tr>
      <w:tr w:rsidR="00D40C63" w:rsidRPr="00F14F17">
        <w:trPr>
          <w:trHeight w:val="130"/>
        </w:trPr>
        <w:tc>
          <w:tcPr>
            <w:tcW w:w="1905" w:type="dxa"/>
          </w:tcPr>
          <w:p w:rsidR="00D40C63" w:rsidRPr="00923E4E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23E4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3119" w:type="dxa"/>
          </w:tcPr>
          <w:p w:rsidR="00D40C63" w:rsidRPr="00923E4E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23E4E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684" w:type="dxa"/>
          </w:tcPr>
          <w:p w:rsidR="00D40C63" w:rsidRPr="00923E4E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23E4E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852" w:type="dxa"/>
          </w:tcPr>
          <w:p w:rsidR="00D40C63" w:rsidRPr="00923E4E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23E4E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984" w:type="dxa"/>
          </w:tcPr>
          <w:p w:rsidR="00D40C63" w:rsidRPr="00923E4E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23E4E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843" w:type="dxa"/>
          </w:tcPr>
          <w:p w:rsidR="00D40C63" w:rsidRPr="00923E4E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23E4E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709" w:type="dxa"/>
          </w:tcPr>
          <w:p w:rsidR="00D40C63" w:rsidRPr="00923E4E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23E4E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844" w:type="dxa"/>
          </w:tcPr>
          <w:p w:rsidR="00D40C63" w:rsidRPr="00923E4E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23E4E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</w:tr>
      <w:tr w:rsidR="00D40C63" w:rsidRPr="00F14F17">
        <w:trPr>
          <w:trHeight w:hRule="exact" w:val="615"/>
        </w:trPr>
        <w:tc>
          <w:tcPr>
            <w:tcW w:w="1905" w:type="dxa"/>
            <w:vMerge w:val="restart"/>
          </w:tcPr>
          <w:p w:rsidR="00D40C63" w:rsidRPr="00923E4E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3E4E">
              <w:rPr>
                <w:rFonts w:ascii="Times New Roman" w:hAnsi="Times New Roman" w:cs="Times New Roman"/>
                <w:sz w:val="27"/>
                <w:szCs w:val="27"/>
              </w:rPr>
              <w:t>Наименование программы</w:t>
            </w:r>
          </w:p>
        </w:tc>
        <w:tc>
          <w:tcPr>
            <w:tcW w:w="3119" w:type="dxa"/>
            <w:vMerge w:val="restart"/>
          </w:tcPr>
          <w:p w:rsidR="00D40C63" w:rsidRPr="00923E4E" w:rsidRDefault="00D40C63" w:rsidP="002B793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3E4E">
              <w:rPr>
                <w:rFonts w:ascii="Times New Roman" w:hAnsi="Times New Roman" w:cs="Times New Roman"/>
                <w:sz w:val="27"/>
                <w:szCs w:val="27"/>
              </w:rPr>
              <w:t>«Формирование современной городской среды на территории городского округа город Первомайск Нижегородской области на 2018-2022 годы»</w:t>
            </w:r>
          </w:p>
        </w:tc>
        <w:tc>
          <w:tcPr>
            <w:tcW w:w="2684" w:type="dxa"/>
          </w:tcPr>
          <w:p w:rsidR="00D40C63" w:rsidRPr="00923E4E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3E4E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1852" w:type="dxa"/>
          </w:tcPr>
          <w:p w:rsidR="00D40C63" w:rsidRPr="00923E4E" w:rsidRDefault="00D40C63" w:rsidP="0083346A">
            <w:pPr>
              <w:pStyle w:val="ConsPlusNormal0"/>
              <w:jc w:val="center"/>
              <w:rPr>
                <w:sz w:val="27"/>
                <w:szCs w:val="27"/>
              </w:rPr>
            </w:pPr>
            <w:r w:rsidRPr="00A80899">
              <w:rPr>
                <w:sz w:val="27"/>
                <w:szCs w:val="27"/>
              </w:rPr>
              <w:t>16 </w:t>
            </w:r>
            <w:r>
              <w:rPr>
                <w:sz w:val="27"/>
                <w:szCs w:val="27"/>
              </w:rPr>
              <w:t>58</w:t>
            </w:r>
            <w:r w:rsidRPr="00A80899">
              <w:rPr>
                <w:sz w:val="27"/>
                <w:szCs w:val="27"/>
              </w:rPr>
              <w:t>9 209,00</w:t>
            </w:r>
          </w:p>
        </w:tc>
        <w:tc>
          <w:tcPr>
            <w:tcW w:w="1984" w:type="dxa"/>
          </w:tcPr>
          <w:p w:rsidR="00D40C63" w:rsidRPr="00F14F17" w:rsidRDefault="00D40C63" w:rsidP="00EB35F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14F17">
              <w:rPr>
                <w:rFonts w:ascii="Times New Roman" w:hAnsi="Times New Roman" w:cs="Times New Roman"/>
                <w:sz w:val="27"/>
                <w:szCs w:val="27"/>
              </w:rPr>
              <w:t>14 659 486,60</w:t>
            </w:r>
          </w:p>
        </w:tc>
        <w:tc>
          <w:tcPr>
            <w:tcW w:w="1843" w:type="dxa"/>
          </w:tcPr>
          <w:p w:rsidR="00D40C63" w:rsidRPr="00F14F17" w:rsidRDefault="00D40C63" w:rsidP="00EB35F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09" w:type="dxa"/>
          </w:tcPr>
          <w:p w:rsidR="00D40C63" w:rsidRPr="00923E4E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44" w:type="dxa"/>
          </w:tcPr>
          <w:p w:rsidR="00D40C63" w:rsidRPr="00923E4E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40C63" w:rsidRPr="00F14F17">
        <w:trPr>
          <w:trHeight w:val="1479"/>
        </w:trPr>
        <w:tc>
          <w:tcPr>
            <w:tcW w:w="1905" w:type="dxa"/>
            <w:vMerge/>
            <w:vAlign w:val="center"/>
          </w:tcPr>
          <w:p w:rsidR="00D40C63" w:rsidRPr="00923E4E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9" w:type="dxa"/>
            <w:vMerge/>
            <w:vAlign w:val="center"/>
          </w:tcPr>
          <w:p w:rsidR="00D40C63" w:rsidRPr="00923E4E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84" w:type="dxa"/>
          </w:tcPr>
          <w:p w:rsidR="00D40C63" w:rsidRPr="00923E4E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3E4E">
              <w:rPr>
                <w:rFonts w:ascii="Times New Roman" w:hAnsi="Times New Roman" w:cs="Times New Roman"/>
                <w:sz w:val="27"/>
                <w:szCs w:val="27"/>
              </w:rPr>
              <w:t>Администрация городского округа город Первомайск Нижегородской области</w:t>
            </w:r>
          </w:p>
        </w:tc>
        <w:tc>
          <w:tcPr>
            <w:tcW w:w="1852" w:type="dxa"/>
          </w:tcPr>
          <w:p w:rsidR="00D40C63" w:rsidRPr="00923E4E" w:rsidRDefault="00D40C63" w:rsidP="00833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0899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571 499</w:t>
            </w:r>
            <w:r w:rsidRPr="00A80899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984" w:type="dxa"/>
          </w:tcPr>
          <w:p w:rsidR="00D40C63" w:rsidRPr="00F14F17" w:rsidRDefault="00D40C63" w:rsidP="00EB35F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14F17">
              <w:rPr>
                <w:rFonts w:ascii="Times New Roman" w:hAnsi="Times New Roman" w:cs="Times New Roman"/>
                <w:sz w:val="27"/>
                <w:szCs w:val="27"/>
              </w:rPr>
              <w:t>14 659 486,60</w:t>
            </w:r>
          </w:p>
        </w:tc>
        <w:tc>
          <w:tcPr>
            <w:tcW w:w="1843" w:type="dxa"/>
          </w:tcPr>
          <w:p w:rsidR="00D40C63" w:rsidRPr="00F14F17" w:rsidRDefault="00D40C63" w:rsidP="00EB35F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09" w:type="dxa"/>
          </w:tcPr>
          <w:p w:rsidR="00D40C63" w:rsidRPr="00923E4E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44" w:type="dxa"/>
          </w:tcPr>
          <w:p w:rsidR="00D40C63" w:rsidRPr="00923E4E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40C63" w:rsidRPr="00F14F17">
        <w:trPr>
          <w:trHeight w:val="1479"/>
        </w:trPr>
        <w:tc>
          <w:tcPr>
            <w:tcW w:w="1905" w:type="dxa"/>
            <w:vAlign w:val="center"/>
          </w:tcPr>
          <w:p w:rsidR="00D40C63" w:rsidRPr="00923E4E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9" w:type="dxa"/>
            <w:vAlign w:val="center"/>
          </w:tcPr>
          <w:p w:rsidR="00D40C63" w:rsidRPr="00923E4E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84" w:type="dxa"/>
          </w:tcPr>
          <w:p w:rsidR="00D40C63" w:rsidRPr="00923E4E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3E4E">
              <w:rPr>
                <w:rFonts w:ascii="Times New Roman" w:hAnsi="Times New Roman" w:cs="Times New Roman"/>
                <w:sz w:val="27"/>
                <w:szCs w:val="27"/>
              </w:rPr>
              <w:t>Отдел народного образования администрации городского округа город Первомайск Нижегородской области, Муниципальное  автономное образовательное учреждение дополнительного образования  «Центр дополнительного образования»</w:t>
            </w:r>
          </w:p>
        </w:tc>
        <w:tc>
          <w:tcPr>
            <w:tcW w:w="1852" w:type="dxa"/>
          </w:tcPr>
          <w:p w:rsidR="00D40C63" w:rsidRPr="00923E4E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23E4E">
              <w:rPr>
                <w:rFonts w:ascii="Times New Roman" w:hAnsi="Times New Roman" w:cs="Times New Roman"/>
                <w:sz w:val="27"/>
                <w:szCs w:val="27"/>
              </w:rPr>
              <w:t>17 710,00</w:t>
            </w:r>
          </w:p>
        </w:tc>
        <w:tc>
          <w:tcPr>
            <w:tcW w:w="1984" w:type="dxa"/>
          </w:tcPr>
          <w:p w:rsidR="00D40C63" w:rsidRPr="00F14F17" w:rsidRDefault="00D40C63" w:rsidP="00796FC0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</w:tcPr>
          <w:p w:rsidR="00D40C63" w:rsidRPr="00F14F17" w:rsidRDefault="00D40C63" w:rsidP="00796FC0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09" w:type="dxa"/>
          </w:tcPr>
          <w:p w:rsidR="00D40C63" w:rsidRPr="00923E4E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44" w:type="dxa"/>
          </w:tcPr>
          <w:p w:rsidR="00D40C63" w:rsidRPr="00923E4E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D40C63" w:rsidRPr="00923E4E" w:rsidRDefault="00D40C63" w:rsidP="0083346A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D40C63" w:rsidRDefault="00D40C63" w:rsidP="001D30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0C63" w:rsidRPr="00923E4E" w:rsidRDefault="00D40C63" w:rsidP="001D30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0C63" w:rsidRPr="00923E4E" w:rsidRDefault="00D40C63" w:rsidP="001D30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0C63" w:rsidRPr="00923E4E" w:rsidRDefault="00D40C63" w:rsidP="001D30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0C63" w:rsidRPr="00923E4E" w:rsidRDefault="00D40C63" w:rsidP="001D30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0C63" w:rsidRPr="00923E4E" w:rsidRDefault="00D40C63" w:rsidP="001D30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0C63" w:rsidRPr="00923E4E" w:rsidRDefault="00D40C63" w:rsidP="001D30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0C63" w:rsidRDefault="00D40C63" w:rsidP="001D30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D40C63" w:rsidRPr="00FF4A4A" w:rsidRDefault="00D40C63" w:rsidP="001D30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D40C63" w:rsidRPr="00FF4A4A" w:rsidRDefault="00D40C63" w:rsidP="001D30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D40C63" w:rsidRPr="00FF4A4A" w:rsidRDefault="00D40C63" w:rsidP="001D30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D40C63" w:rsidRPr="00FF4A4A" w:rsidRDefault="00D40C63" w:rsidP="001D30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D40C63" w:rsidRPr="00B32E4D" w:rsidRDefault="00D40C63" w:rsidP="002B793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ПРИЛОЖЕНИЕ 3</w:t>
      </w:r>
    </w:p>
    <w:p w:rsidR="00D40C63" w:rsidRPr="00B32E4D" w:rsidRDefault="00D40C63" w:rsidP="002B793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32E4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</w:p>
    <w:p w:rsidR="00D40C63" w:rsidRPr="00B32E4D" w:rsidRDefault="00D40C63" w:rsidP="002B79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B32E4D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D40C63" w:rsidRPr="00B32E4D" w:rsidRDefault="00D40C63" w:rsidP="002B79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B32E4D">
        <w:rPr>
          <w:rFonts w:ascii="Times New Roman" w:hAnsi="Times New Roman" w:cs="Times New Roman"/>
          <w:sz w:val="28"/>
          <w:szCs w:val="28"/>
          <w:lang w:eastAsia="ru-RU"/>
        </w:rPr>
        <w:t xml:space="preserve"> городского округа город Первомайск</w:t>
      </w:r>
    </w:p>
    <w:p w:rsidR="00D40C63" w:rsidRPr="00B32E4D" w:rsidRDefault="00D40C63" w:rsidP="002B79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B32E4D">
        <w:rPr>
          <w:rFonts w:ascii="Times New Roman" w:hAnsi="Times New Roman" w:cs="Times New Roman"/>
          <w:sz w:val="28"/>
          <w:szCs w:val="28"/>
          <w:lang w:eastAsia="ru-RU"/>
        </w:rPr>
        <w:t xml:space="preserve">  Нижегородской области </w:t>
      </w:r>
    </w:p>
    <w:p w:rsidR="00D40C63" w:rsidRPr="008C2E41" w:rsidRDefault="00D40C63" w:rsidP="008C2E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8C2E41">
        <w:rPr>
          <w:rFonts w:ascii="Times New Roman" w:hAnsi="Times New Roman" w:cs="Times New Roman"/>
          <w:sz w:val="28"/>
          <w:szCs w:val="28"/>
          <w:lang w:eastAsia="ru-RU"/>
        </w:rPr>
        <w:t xml:space="preserve">от  </w:t>
      </w:r>
      <w:r w:rsidRPr="006314DE">
        <w:rPr>
          <w:rFonts w:ascii="Times New Roman" w:hAnsi="Times New Roman" w:cs="Times New Roman"/>
          <w:sz w:val="28"/>
          <w:szCs w:val="28"/>
          <w:lang w:eastAsia="ru-RU"/>
        </w:rPr>
        <w:t xml:space="preserve"> 15.03.2019</w:t>
      </w:r>
      <w:r w:rsidRPr="008C2E41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331</w:t>
      </w:r>
      <w:r w:rsidRPr="008C2E41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8C2E41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     </w:t>
      </w:r>
    </w:p>
    <w:p w:rsidR="00D40C63" w:rsidRPr="00B32E4D" w:rsidRDefault="00D40C63" w:rsidP="002B79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0C63" w:rsidRPr="00B32E4D" w:rsidRDefault="00D40C63" w:rsidP="001D30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0C63" w:rsidRPr="00B32E4D" w:rsidRDefault="00D40C63" w:rsidP="001D30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0C63" w:rsidRPr="00B32E4D" w:rsidRDefault="00D40C63" w:rsidP="001D30FA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P468"/>
      <w:bookmarkEnd w:id="1"/>
      <w:r w:rsidRPr="00B32E4D">
        <w:rPr>
          <w:rFonts w:ascii="Times New Roman" w:hAnsi="Times New Roman" w:cs="Times New Roman"/>
          <w:sz w:val="28"/>
          <w:szCs w:val="28"/>
          <w:lang w:eastAsia="ru-RU"/>
        </w:rPr>
        <w:t>«Таблица 5. Прогнозная оценка расходов на реализацию</w:t>
      </w:r>
    </w:p>
    <w:p w:rsidR="00D40C63" w:rsidRPr="00B32E4D" w:rsidRDefault="00D40C63" w:rsidP="001D30F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2E4D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программы за счет всех источников</w:t>
      </w:r>
    </w:p>
    <w:p w:rsidR="00D40C63" w:rsidRPr="00B32E4D" w:rsidRDefault="00D40C63" w:rsidP="001D30F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850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763"/>
        <w:gridCol w:w="2127"/>
        <w:gridCol w:w="4677"/>
        <w:gridCol w:w="1134"/>
        <w:gridCol w:w="1134"/>
        <w:gridCol w:w="1134"/>
        <w:gridCol w:w="851"/>
        <w:gridCol w:w="850"/>
        <w:gridCol w:w="1180"/>
      </w:tblGrid>
      <w:tr w:rsidR="00D40C63" w:rsidRPr="00F14F17">
        <w:tc>
          <w:tcPr>
            <w:tcW w:w="1763" w:type="dxa"/>
            <w:vMerge w:val="restart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127" w:type="dxa"/>
            <w:vMerge w:val="restart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 (подпрограммы)</w:t>
            </w:r>
          </w:p>
        </w:tc>
        <w:tc>
          <w:tcPr>
            <w:tcW w:w="4677" w:type="dxa"/>
            <w:vMerge w:val="restart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5103" w:type="dxa"/>
            <w:gridSpan w:val="5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Оценка расходов (руб.), годы</w:t>
            </w:r>
          </w:p>
        </w:tc>
        <w:tc>
          <w:tcPr>
            <w:tcW w:w="1180" w:type="dxa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0C63" w:rsidRPr="00F14F17">
        <w:tc>
          <w:tcPr>
            <w:tcW w:w="1763" w:type="dxa"/>
            <w:vMerge/>
            <w:vAlign w:val="center"/>
          </w:tcPr>
          <w:p w:rsidR="00D40C63" w:rsidRPr="00B32E4D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:rsidR="00D40C63" w:rsidRPr="00B32E4D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vMerge/>
            <w:vAlign w:val="center"/>
          </w:tcPr>
          <w:p w:rsidR="00D40C63" w:rsidRPr="00B32E4D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134" w:type="dxa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134" w:type="dxa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51" w:type="dxa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850" w:type="dxa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180" w:type="dxa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D40C63" w:rsidRPr="00F14F17">
        <w:trPr>
          <w:trHeight w:val="210"/>
        </w:trPr>
        <w:tc>
          <w:tcPr>
            <w:tcW w:w="1763" w:type="dxa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7" w:type="dxa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80" w:type="dxa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40C63" w:rsidRPr="00F14F17">
        <w:trPr>
          <w:trHeight w:hRule="exact" w:val="794"/>
        </w:trPr>
        <w:tc>
          <w:tcPr>
            <w:tcW w:w="1763" w:type="dxa"/>
            <w:vMerge w:val="restart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Программа «Формирование современной городской среды</w:t>
            </w:r>
          </w:p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B32E4D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городского округа город Первомайск Нижегородской области на 2018-2022 годы»</w:t>
            </w:r>
          </w:p>
        </w:tc>
        <w:tc>
          <w:tcPr>
            <w:tcW w:w="2127" w:type="dxa"/>
            <w:vMerge w:val="restart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E4D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hyperlink r:id="rId9" w:anchor="P500" w:history="1">
              <w:r w:rsidRPr="00B32E4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(1)</w:t>
              </w:r>
            </w:hyperlink>
            <w:r w:rsidRPr="00B32E4D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hyperlink r:id="rId10" w:anchor="P507" w:history="1">
              <w:r w:rsidRPr="00B32E4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(2)</w:t>
              </w:r>
            </w:hyperlink>
            <w:r w:rsidRPr="00B32E4D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hyperlink r:id="rId11" w:anchor="P514" w:history="1">
              <w:r w:rsidRPr="00B32E4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(3)</w:t>
              </w:r>
            </w:hyperlink>
            <w:r w:rsidRPr="00B32E4D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hyperlink r:id="rId12" w:anchor="P521" w:history="1">
              <w:r w:rsidRPr="00B32E4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(4)</w:t>
              </w:r>
            </w:hyperlink>
            <w:r w:rsidRPr="00B32E4D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hyperlink r:id="rId13" w:anchor="P528" w:history="1">
              <w:r w:rsidRPr="00B32E4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(5)</w:t>
              </w:r>
            </w:hyperlink>
            <w:r w:rsidRPr="00B32E4D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hyperlink r:id="rId14" w:anchor="P535" w:history="1">
              <w:r w:rsidRPr="00B32E4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(6)</w:t>
              </w:r>
            </w:hyperlink>
            <w:r w:rsidRPr="00B32E4D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hyperlink r:id="rId15" w:anchor="P542" w:history="1">
              <w:r w:rsidRPr="00B32E4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(7)</w:t>
              </w:r>
            </w:hyperlink>
          </w:p>
        </w:tc>
        <w:tc>
          <w:tcPr>
            <w:tcW w:w="1134" w:type="dxa"/>
          </w:tcPr>
          <w:p w:rsidR="00D40C63" w:rsidRDefault="00D40C63" w:rsidP="002F1CD1">
            <w:pPr>
              <w:pStyle w:val="ConsPlusNormal0"/>
              <w:jc w:val="center"/>
              <w:rPr>
                <w:lang w:eastAsia="en-US"/>
              </w:rPr>
            </w:pPr>
            <w:r w:rsidRPr="00A80899">
              <w:rPr>
                <w:lang w:eastAsia="en-US"/>
              </w:rPr>
              <w:t>16</w:t>
            </w:r>
            <w:r>
              <w:rPr>
                <w:lang w:eastAsia="en-US"/>
              </w:rPr>
              <w:t> 58</w:t>
            </w:r>
            <w:r w:rsidRPr="00A80899">
              <w:rPr>
                <w:lang w:eastAsia="en-US"/>
              </w:rPr>
              <w:t>9</w:t>
            </w:r>
          </w:p>
          <w:p w:rsidR="00D40C63" w:rsidRPr="00B32E4D" w:rsidRDefault="00D40C63" w:rsidP="002F1CD1">
            <w:pPr>
              <w:pStyle w:val="ConsPlusNormal0"/>
              <w:jc w:val="center"/>
              <w:rPr>
                <w:lang w:eastAsia="en-US"/>
              </w:rPr>
            </w:pPr>
            <w:r w:rsidRPr="00A80899">
              <w:rPr>
                <w:lang w:eastAsia="en-US"/>
              </w:rPr>
              <w:t>209,00</w:t>
            </w:r>
          </w:p>
        </w:tc>
        <w:tc>
          <w:tcPr>
            <w:tcW w:w="1134" w:type="dxa"/>
          </w:tcPr>
          <w:p w:rsidR="00D40C63" w:rsidRPr="00F14F17" w:rsidRDefault="00D40C63" w:rsidP="002F1CD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F17">
              <w:rPr>
                <w:rFonts w:ascii="Times New Roman" w:hAnsi="Times New Roman" w:cs="Times New Roman"/>
                <w:sz w:val="28"/>
                <w:szCs w:val="28"/>
              </w:rPr>
              <w:t>14 659 486,60</w:t>
            </w:r>
          </w:p>
        </w:tc>
        <w:tc>
          <w:tcPr>
            <w:tcW w:w="1134" w:type="dxa"/>
          </w:tcPr>
          <w:p w:rsidR="00D40C63" w:rsidRPr="00F14F17" w:rsidRDefault="00D40C63" w:rsidP="002F1CD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40C63" w:rsidRPr="00B32E4D" w:rsidRDefault="00D40C63" w:rsidP="002F1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40C63" w:rsidRPr="00B32E4D" w:rsidRDefault="00D40C63" w:rsidP="002F1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D40C63" w:rsidRPr="00B32E4D" w:rsidRDefault="00D40C63" w:rsidP="002F1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FF5">
              <w:rPr>
                <w:rFonts w:ascii="Times New Roman" w:hAnsi="Times New Roman" w:cs="Times New Roman"/>
                <w:sz w:val="28"/>
                <w:szCs w:val="28"/>
              </w:rPr>
              <w:t>31 248 695,60</w:t>
            </w:r>
          </w:p>
        </w:tc>
      </w:tr>
      <w:tr w:rsidR="00D40C63" w:rsidRPr="00F14F17">
        <w:trPr>
          <w:trHeight w:hRule="exact" w:val="836"/>
        </w:trPr>
        <w:tc>
          <w:tcPr>
            <w:tcW w:w="1763" w:type="dxa"/>
            <w:vMerge/>
            <w:vAlign w:val="center"/>
          </w:tcPr>
          <w:p w:rsidR="00D40C63" w:rsidRPr="00B32E4D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:rsidR="00D40C63" w:rsidRPr="00B32E4D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500"/>
            <w:bookmarkEnd w:id="2"/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(1) расходы местного бюджета</w:t>
            </w:r>
          </w:p>
        </w:tc>
        <w:tc>
          <w:tcPr>
            <w:tcW w:w="1134" w:type="dxa"/>
          </w:tcPr>
          <w:p w:rsidR="00D40C63" w:rsidRDefault="00D40C63" w:rsidP="002F1CD1">
            <w:pPr>
              <w:pStyle w:val="ConsPlusNormal0"/>
              <w:jc w:val="center"/>
            </w:pPr>
            <w:r w:rsidRPr="00A80899">
              <w:t>16</w:t>
            </w:r>
            <w:r>
              <w:t> 58</w:t>
            </w:r>
            <w:r w:rsidRPr="00A80899">
              <w:t>9</w:t>
            </w:r>
          </w:p>
          <w:p w:rsidR="00D40C63" w:rsidRPr="00B32E4D" w:rsidRDefault="00D40C63" w:rsidP="002F1CD1">
            <w:pPr>
              <w:pStyle w:val="ConsPlusNormal0"/>
              <w:jc w:val="center"/>
              <w:rPr>
                <w:lang w:eastAsia="en-US"/>
              </w:rPr>
            </w:pPr>
            <w:r w:rsidRPr="00A80899">
              <w:t>209,00</w:t>
            </w:r>
          </w:p>
        </w:tc>
        <w:tc>
          <w:tcPr>
            <w:tcW w:w="1134" w:type="dxa"/>
          </w:tcPr>
          <w:p w:rsidR="00D40C63" w:rsidRPr="00F14F17" w:rsidRDefault="00D40C63" w:rsidP="002F1CD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F17">
              <w:rPr>
                <w:rFonts w:ascii="Times New Roman" w:hAnsi="Times New Roman" w:cs="Times New Roman"/>
                <w:sz w:val="28"/>
                <w:szCs w:val="28"/>
              </w:rPr>
              <w:t>2 016 800 ,00</w:t>
            </w:r>
          </w:p>
        </w:tc>
        <w:tc>
          <w:tcPr>
            <w:tcW w:w="1134" w:type="dxa"/>
          </w:tcPr>
          <w:p w:rsidR="00D40C63" w:rsidRPr="00F14F17" w:rsidRDefault="00D40C63" w:rsidP="002F1CD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40C63" w:rsidRPr="00B32E4D" w:rsidRDefault="00D40C63" w:rsidP="002F1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40C63" w:rsidRPr="00B32E4D" w:rsidRDefault="00D40C63" w:rsidP="002F1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D40C63" w:rsidRPr="00B32E4D" w:rsidRDefault="00D40C63" w:rsidP="002F1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46A">
              <w:rPr>
                <w:rFonts w:ascii="Times New Roman" w:hAnsi="Times New Roman" w:cs="Times New Roman"/>
                <w:sz w:val="28"/>
                <w:szCs w:val="28"/>
              </w:rPr>
              <w:t xml:space="preserve">18  606 009,00            </w:t>
            </w:r>
          </w:p>
        </w:tc>
      </w:tr>
      <w:tr w:rsidR="00D40C63" w:rsidRPr="00F14F17">
        <w:tc>
          <w:tcPr>
            <w:tcW w:w="1763" w:type="dxa"/>
            <w:vMerge/>
            <w:vAlign w:val="center"/>
          </w:tcPr>
          <w:p w:rsidR="00D40C63" w:rsidRPr="00B32E4D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:rsidR="00D40C63" w:rsidRPr="00B32E4D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D40C63" w:rsidRPr="00B32E4D" w:rsidRDefault="00D40C63" w:rsidP="00154D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E4D">
              <w:rPr>
                <w:rFonts w:ascii="Times New Roman" w:hAnsi="Times New Roman" w:cs="Times New Roman"/>
                <w:sz w:val="28"/>
                <w:szCs w:val="28"/>
              </w:rPr>
              <w:t xml:space="preserve">Из них средства из бюджетов других уровней </w:t>
            </w:r>
          </w:p>
        </w:tc>
        <w:tc>
          <w:tcPr>
            <w:tcW w:w="1134" w:type="dxa"/>
          </w:tcPr>
          <w:p w:rsidR="00D40C63" w:rsidRPr="00B32E4D" w:rsidRDefault="00D40C63" w:rsidP="0015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40C63" w:rsidRPr="00B32E4D" w:rsidRDefault="00D40C63" w:rsidP="0015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40C63" w:rsidRPr="00B32E4D" w:rsidRDefault="00D40C63" w:rsidP="0015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40C63" w:rsidRPr="00B32E4D" w:rsidRDefault="00D40C63" w:rsidP="0015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40C63" w:rsidRPr="00B32E4D" w:rsidRDefault="00D40C63" w:rsidP="0015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D40C63" w:rsidRPr="00B32E4D" w:rsidRDefault="00D40C63" w:rsidP="0015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0C63" w:rsidRPr="00F14F17">
        <w:tc>
          <w:tcPr>
            <w:tcW w:w="1763" w:type="dxa"/>
            <w:vMerge/>
            <w:vAlign w:val="center"/>
          </w:tcPr>
          <w:p w:rsidR="00D40C63" w:rsidRPr="00B32E4D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:rsidR="00D40C63" w:rsidRPr="00B32E4D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507"/>
            <w:bookmarkEnd w:id="3"/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(2) областной бюджет</w:t>
            </w:r>
          </w:p>
        </w:tc>
        <w:tc>
          <w:tcPr>
            <w:tcW w:w="1134" w:type="dxa"/>
          </w:tcPr>
          <w:p w:rsidR="00D40C63" w:rsidRPr="00B32E4D" w:rsidRDefault="00D40C63" w:rsidP="0015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E4D">
              <w:rPr>
                <w:rFonts w:ascii="Times New Roman" w:hAnsi="Times New Roman" w:cs="Times New Roman"/>
                <w:sz w:val="28"/>
                <w:szCs w:val="28"/>
              </w:rPr>
              <w:t xml:space="preserve">7 177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400,09</w:t>
            </w:r>
          </w:p>
        </w:tc>
        <w:tc>
          <w:tcPr>
            <w:tcW w:w="1134" w:type="dxa"/>
          </w:tcPr>
          <w:p w:rsidR="00D40C63" w:rsidRPr="00B32E4D" w:rsidRDefault="00D40C63" w:rsidP="0015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494 700,00</w:t>
            </w:r>
          </w:p>
        </w:tc>
        <w:tc>
          <w:tcPr>
            <w:tcW w:w="1134" w:type="dxa"/>
          </w:tcPr>
          <w:p w:rsidR="00D40C63" w:rsidRPr="00B32E4D" w:rsidRDefault="00D40C63" w:rsidP="0015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40C63" w:rsidRPr="00B32E4D" w:rsidRDefault="00D40C63" w:rsidP="0015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40C63" w:rsidRPr="00B32E4D" w:rsidRDefault="00D40C63" w:rsidP="0015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D40C63" w:rsidRPr="00B32E4D" w:rsidRDefault="00D40C63" w:rsidP="0015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25EB">
              <w:rPr>
                <w:rFonts w:ascii="Times New Roman" w:hAnsi="Times New Roman" w:cs="Times New Roman"/>
                <w:sz w:val="28"/>
                <w:szCs w:val="28"/>
              </w:rPr>
              <w:t>7 672 100,09</w:t>
            </w:r>
          </w:p>
        </w:tc>
      </w:tr>
      <w:tr w:rsidR="00D40C63" w:rsidRPr="00F14F17">
        <w:tc>
          <w:tcPr>
            <w:tcW w:w="1763" w:type="dxa"/>
            <w:vMerge/>
            <w:vAlign w:val="center"/>
          </w:tcPr>
          <w:p w:rsidR="00D40C63" w:rsidRPr="00B32E4D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:rsidR="00D40C63" w:rsidRPr="00B32E4D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514"/>
            <w:bookmarkEnd w:id="4"/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(3) федеральный бюджет</w:t>
            </w:r>
          </w:p>
        </w:tc>
        <w:tc>
          <w:tcPr>
            <w:tcW w:w="1134" w:type="dxa"/>
          </w:tcPr>
          <w:p w:rsidR="00D40C63" w:rsidRPr="00B32E4D" w:rsidRDefault="00D40C63" w:rsidP="0015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6 267 </w:t>
            </w:r>
          </w:p>
          <w:p w:rsidR="00D40C63" w:rsidRPr="00B32E4D" w:rsidRDefault="00D40C63" w:rsidP="00A276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899,91</w:t>
            </w:r>
          </w:p>
        </w:tc>
        <w:tc>
          <w:tcPr>
            <w:tcW w:w="1134" w:type="dxa"/>
          </w:tcPr>
          <w:p w:rsidR="00D40C63" w:rsidRPr="00B32E4D" w:rsidRDefault="00D40C63" w:rsidP="0015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11 873 600,00</w:t>
            </w:r>
          </w:p>
        </w:tc>
        <w:tc>
          <w:tcPr>
            <w:tcW w:w="1134" w:type="dxa"/>
          </w:tcPr>
          <w:p w:rsidR="00D40C63" w:rsidRPr="00B32E4D" w:rsidRDefault="00D40C63" w:rsidP="0015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40C63" w:rsidRPr="00B32E4D" w:rsidRDefault="00D40C63" w:rsidP="0015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40C63" w:rsidRPr="00B32E4D" w:rsidRDefault="00D40C63" w:rsidP="0015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D40C63" w:rsidRPr="00B32E4D" w:rsidRDefault="00D40C63" w:rsidP="0015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25EB">
              <w:rPr>
                <w:rFonts w:ascii="Times New Roman" w:hAnsi="Times New Roman" w:cs="Times New Roman"/>
                <w:sz w:val="28"/>
                <w:szCs w:val="28"/>
              </w:rPr>
              <w:t>18 141 499,91</w:t>
            </w:r>
          </w:p>
        </w:tc>
      </w:tr>
      <w:tr w:rsidR="00D40C63" w:rsidRPr="00F14F17">
        <w:tc>
          <w:tcPr>
            <w:tcW w:w="1763" w:type="dxa"/>
            <w:vMerge/>
            <w:vAlign w:val="center"/>
          </w:tcPr>
          <w:p w:rsidR="00D40C63" w:rsidRPr="00B32E4D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:rsidR="00D40C63" w:rsidRPr="00B32E4D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521"/>
            <w:bookmarkEnd w:id="5"/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(4) юридические лица и индивидуальные предприниматели</w:t>
            </w:r>
          </w:p>
        </w:tc>
        <w:tc>
          <w:tcPr>
            <w:tcW w:w="1134" w:type="dxa"/>
          </w:tcPr>
          <w:p w:rsidR="00D40C63" w:rsidRPr="00B32E4D" w:rsidRDefault="00D40C63" w:rsidP="0015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40C63" w:rsidRPr="00B32E4D" w:rsidRDefault="00D40C63" w:rsidP="0015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40C63" w:rsidRPr="00B32E4D" w:rsidRDefault="00D40C63" w:rsidP="0015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40C63" w:rsidRPr="00B32E4D" w:rsidRDefault="00D40C63" w:rsidP="0015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40C63" w:rsidRPr="00B32E4D" w:rsidRDefault="00D40C63" w:rsidP="0015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D40C63" w:rsidRPr="00B32E4D" w:rsidRDefault="00D40C63" w:rsidP="0015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0C63" w:rsidRPr="00F14F17">
        <w:tc>
          <w:tcPr>
            <w:tcW w:w="1763" w:type="dxa"/>
            <w:vMerge/>
            <w:vAlign w:val="center"/>
          </w:tcPr>
          <w:p w:rsidR="00D40C63" w:rsidRPr="00B32E4D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:rsidR="00D40C63" w:rsidRPr="00B32E4D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P528"/>
            <w:bookmarkEnd w:id="6"/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(5) прочие источники (собственные средства населения и др.)</w:t>
            </w:r>
          </w:p>
        </w:tc>
        <w:tc>
          <w:tcPr>
            <w:tcW w:w="1134" w:type="dxa"/>
          </w:tcPr>
          <w:p w:rsidR="00D40C63" w:rsidRPr="00B32E4D" w:rsidRDefault="00D40C63" w:rsidP="0015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40C63" w:rsidRPr="00B32E4D" w:rsidRDefault="00D40C63" w:rsidP="0015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40C63" w:rsidRPr="00B32E4D" w:rsidRDefault="00D40C63" w:rsidP="0015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40C63" w:rsidRPr="00B32E4D" w:rsidRDefault="00D40C63" w:rsidP="0015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40C63" w:rsidRPr="00B32E4D" w:rsidRDefault="00D40C63" w:rsidP="0015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D40C63" w:rsidRPr="00B32E4D" w:rsidRDefault="00D40C63" w:rsidP="0015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0C63" w:rsidRPr="00F14F17">
        <w:trPr>
          <w:trHeight w:hRule="exact" w:val="794"/>
        </w:trPr>
        <w:tc>
          <w:tcPr>
            <w:tcW w:w="1763" w:type="dxa"/>
            <w:vMerge w:val="restart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E4D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</w:p>
        </w:tc>
        <w:tc>
          <w:tcPr>
            <w:tcW w:w="2127" w:type="dxa"/>
            <w:vMerge w:val="restart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Благоустройство дворовых территорий и  общественных пространств</w:t>
            </w:r>
          </w:p>
        </w:tc>
        <w:tc>
          <w:tcPr>
            <w:tcW w:w="4677" w:type="dxa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E4D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hyperlink r:id="rId16" w:anchor="P616" w:history="1">
              <w:r w:rsidRPr="00B32E4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(1)</w:t>
              </w:r>
            </w:hyperlink>
            <w:r w:rsidRPr="00B32E4D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hyperlink r:id="rId17" w:anchor="P623" w:history="1">
              <w:r w:rsidRPr="00B32E4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(2)</w:t>
              </w:r>
            </w:hyperlink>
            <w:r w:rsidRPr="00B32E4D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hyperlink r:id="rId18" w:anchor="P630" w:history="1">
              <w:r w:rsidRPr="00B32E4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(3)</w:t>
              </w:r>
            </w:hyperlink>
            <w:r w:rsidRPr="00B32E4D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hyperlink r:id="rId19" w:anchor="P637" w:history="1">
              <w:r w:rsidRPr="00B32E4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(4)</w:t>
              </w:r>
            </w:hyperlink>
            <w:r w:rsidRPr="00B32E4D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hyperlink r:id="rId20" w:anchor="P644" w:history="1">
              <w:r w:rsidRPr="00B32E4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(5)</w:t>
              </w:r>
            </w:hyperlink>
            <w:r w:rsidRPr="00B32E4D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hyperlink r:id="rId21" w:anchor="P651" w:history="1">
              <w:r w:rsidRPr="00B32E4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(6)</w:t>
              </w:r>
            </w:hyperlink>
            <w:r w:rsidRPr="00B32E4D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hyperlink r:id="rId22" w:anchor="P658" w:history="1">
              <w:r w:rsidRPr="00B32E4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(7)</w:t>
              </w:r>
            </w:hyperlink>
          </w:p>
        </w:tc>
        <w:tc>
          <w:tcPr>
            <w:tcW w:w="1134" w:type="dxa"/>
          </w:tcPr>
          <w:p w:rsidR="00D40C63" w:rsidRDefault="00D40C63" w:rsidP="00953418">
            <w:pPr>
              <w:pStyle w:val="ConsPlusNormal0"/>
              <w:jc w:val="center"/>
              <w:rPr>
                <w:lang w:eastAsia="en-US"/>
              </w:rPr>
            </w:pPr>
            <w:r w:rsidRPr="00A80899">
              <w:rPr>
                <w:lang w:eastAsia="en-US"/>
              </w:rPr>
              <w:t>16</w:t>
            </w:r>
            <w:r>
              <w:rPr>
                <w:lang w:eastAsia="en-US"/>
              </w:rPr>
              <w:t> 58</w:t>
            </w:r>
            <w:r w:rsidRPr="00A80899">
              <w:rPr>
                <w:lang w:eastAsia="en-US"/>
              </w:rPr>
              <w:t>9 </w:t>
            </w:r>
          </w:p>
          <w:p w:rsidR="00D40C63" w:rsidRPr="00B32E4D" w:rsidRDefault="00D40C63" w:rsidP="00953418">
            <w:pPr>
              <w:pStyle w:val="ConsPlusNormal0"/>
              <w:jc w:val="center"/>
              <w:rPr>
                <w:lang w:eastAsia="en-US"/>
              </w:rPr>
            </w:pPr>
            <w:r w:rsidRPr="00A80899">
              <w:rPr>
                <w:lang w:eastAsia="en-US"/>
              </w:rPr>
              <w:t>209,00</w:t>
            </w:r>
          </w:p>
        </w:tc>
        <w:tc>
          <w:tcPr>
            <w:tcW w:w="1134" w:type="dxa"/>
          </w:tcPr>
          <w:p w:rsidR="00D40C63" w:rsidRPr="00F14F17" w:rsidRDefault="00D40C63" w:rsidP="00953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F17">
              <w:rPr>
                <w:rFonts w:ascii="Times New Roman" w:hAnsi="Times New Roman" w:cs="Times New Roman"/>
                <w:sz w:val="28"/>
                <w:szCs w:val="28"/>
              </w:rPr>
              <w:t>14 659 486,60</w:t>
            </w:r>
          </w:p>
        </w:tc>
        <w:tc>
          <w:tcPr>
            <w:tcW w:w="1134" w:type="dxa"/>
          </w:tcPr>
          <w:p w:rsidR="00D40C63" w:rsidRPr="00F14F17" w:rsidRDefault="00D40C63" w:rsidP="00953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40C63" w:rsidRPr="00B32E4D" w:rsidRDefault="00D40C63" w:rsidP="009534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40C63" w:rsidRPr="00B32E4D" w:rsidRDefault="00D40C63" w:rsidP="009534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D40C63" w:rsidRPr="00B32E4D" w:rsidRDefault="00D40C63" w:rsidP="009534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46A">
              <w:rPr>
                <w:rFonts w:ascii="Times New Roman" w:hAnsi="Times New Roman" w:cs="Times New Roman"/>
                <w:sz w:val="28"/>
                <w:szCs w:val="28"/>
              </w:rPr>
              <w:t xml:space="preserve">18  606 009,00            </w:t>
            </w:r>
          </w:p>
        </w:tc>
      </w:tr>
      <w:tr w:rsidR="00D40C63" w:rsidRPr="00F14F17">
        <w:trPr>
          <w:trHeight w:hRule="exact" w:val="737"/>
        </w:trPr>
        <w:tc>
          <w:tcPr>
            <w:tcW w:w="1763" w:type="dxa"/>
            <w:vMerge/>
            <w:vAlign w:val="center"/>
          </w:tcPr>
          <w:p w:rsidR="00D40C63" w:rsidRPr="00B32E4D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:rsidR="00D40C63" w:rsidRPr="00B32E4D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P616"/>
            <w:bookmarkEnd w:id="7"/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(1) расходы местного бюджета</w:t>
            </w:r>
          </w:p>
        </w:tc>
        <w:tc>
          <w:tcPr>
            <w:tcW w:w="1134" w:type="dxa"/>
          </w:tcPr>
          <w:p w:rsidR="00D40C63" w:rsidRDefault="00D40C63" w:rsidP="00953418">
            <w:pPr>
              <w:pStyle w:val="ConsPlusNormal0"/>
              <w:jc w:val="center"/>
              <w:rPr>
                <w:lang w:eastAsia="en-US"/>
              </w:rPr>
            </w:pPr>
            <w:r w:rsidRPr="00A80899">
              <w:rPr>
                <w:lang w:eastAsia="en-US"/>
              </w:rPr>
              <w:t>16</w:t>
            </w:r>
            <w:r>
              <w:rPr>
                <w:lang w:eastAsia="en-US"/>
              </w:rPr>
              <w:t> 58</w:t>
            </w:r>
            <w:r w:rsidRPr="00A80899">
              <w:rPr>
                <w:lang w:eastAsia="en-US"/>
              </w:rPr>
              <w:t>9</w:t>
            </w:r>
          </w:p>
          <w:p w:rsidR="00D40C63" w:rsidRPr="00B32E4D" w:rsidRDefault="00D40C63" w:rsidP="00953418">
            <w:pPr>
              <w:pStyle w:val="ConsPlusNormal0"/>
              <w:jc w:val="center"/>
              <w:rPr>
                <w:lang w:eastAsia="en-US"/>
              </w:rPr>
            </w:pPr>
            <w:r w:rsidRPr="00A80899">
              <w:rPr>
                <w:lang w:eastAsia="en-US"/>
              </w:rPr>
              <w:t> 209,00</w:t>
            </w:r>
          </w:p>
        </w:tc>
        <w:tc>
          <w:tcPr>
            <w:tcW w:w="1134" w:type="dxa"/>
          </w:tcPr>
          <w:p w:rsidR="00D40C63" w:rsidRPr="00F14F17" w:rsidRDefault="00D40C63" w:rsidP="00953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F17">
              <w:rPr>
                <w:rFonts w:ascii="Times New Roman" w:hAnsi="Times New Roman" w:cs="Times New Roman"/>
                <w:sz w:val="28"/>
                <w:szCs w:val="28"/>
              </w:rPr>
              <w:t>2 016 800,00</w:t>
            </w:r>
          </w:p>
        </w:tc>
        <w:tc>
          <w:tcPr>
            <w:tcW w:w="1134" w:type="dxa"/>
          </w:tcPr>
          <w:p w:rsidR="00D40C63" w:rsidRPr="00F14F17" w:rsidRDefault="00D40C63" w:rsidP="00953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40C63" w:rsidRPr="00B32E4D" w:rsidRDefault="00D40C63" w:rsidP="009534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40C63" w:rsidRPr="00B32E4D" w:rsidRDefault="00D40C63" w:rsidP="009534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D40C63" w:rsidRPr="00B32E4D" w:rsidRDefault="00D40C63" w:rsidP="008334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18  606 009,00            ,00                                                                                                                                                                                </w:t>
            </w:r>
          </w:p>
        </w:tc>
      </w:tr>
      <w:tr w:rsidR="00D40C63" w:rsidRPr="00F14F17">
        <w:trPr>
          <w:trHeight w:hRule="exact" w:val="737"/>
        </w:trPr>
        <w:tc>
          <w:tcPr>
            <w:tcW w:w="1763" w:type="dxa"/>
            <w:vMerge/>
            <w:vAlign w:val="center"/>
          </w:tcPr>
          <w:p w:rsidR="00D40C63" w:rsidRPr="00B32E4D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:rsidR="00D40C63" w:rsidRPr="00B32E4D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Из них средства из бюджетов других уровней</w:t>
            </w:r>
          </w:p>
        </w:tc>
        <w:tc>
          <w:tcPr>
            <w:tcW w:w="1134" w:type="dxa"/>
          </w:tcPr>
          <w:p w:rsidR="00D40C63" w:rsidRPr="00B32E4D" w:rsidRDefault="00D40C63" w:rsidP="00A62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40C63" w:rsidRPr="00B32E4D" w:rsidRDefault="00D40C63" w:rsidP="00A62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40C63" w:rsidRPr="00B32E4D" w:rsidRDefault="00D40C63" w:rsidP="00A62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40C63" w:rsidRPr="00B32E4D" w:rsidRDefault="00D40C63" w:rsidP="00A62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40C63" w:rsidRPr="00B32E4D" w:rsidRDefault="00D40C63" w:rsidP="00A62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D40C63" w:rsidRPr="00B32E4D" w:rsidRDefault="00D40C63" w:rsidP="00A62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0C63" w:rsidRPr="00F14F17">
        <w:trPr>
          <w:trHeight w:hRule="exact" w:val="737"/>
        </w:trPr>
        <w:tc>
          <w:tcPr>
            <w:tcW w:w="1763" w:type="dxa"/>
            <w:vMerge/>
            <w:vAlign w:val="center"/>
          </w:tcPr>
          <w:p w:rsidR="00D40C63" w:rsidRPr="00B32E4D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:rsidR="00D40C63" w:rsidRPr="00B32E4D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P623"/>
            <w:bookmarkEnd w:id="8"/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(2) областной бюджет</w:t>
            </w:r>
          </w:p>
        </w:tc>
        <w:tc>
          <w:tcPr>
            <w:tcW w:w="1134" w:type="dxa"/>
          </w:tcPr>
          <w:p w:rsidR="00D40C63" w:rsidRPr="00B32E4D" w:rsidRDefault="00D40C63" w:rsidP="00A62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7 177 400,09</w:t>
            </w:r>
          </w:p>
        </w:tc>
        <w:tc>
          <w:tcPr>
            <w:tcW w:w="1134" w:type="dxa"/>
          </w:tcPr>
          <w:p w:rsidR="00D40C63" w:rsidRPr="00B32E4D" w:rsidRDefault="00D40C63" w:rsidP="00A62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25EB">
              <w:rPr>
                <w:rFonts w:ascii="Times New Roman" w:hAnsi="Times New Roman" w:cs="Times New Roman"/>
                <w:sz w:val="28"/>
                <w:szCs w:val="28"/>
              </w:rPr>
              <w:t>494 700,00</w:t>
            </w:r>
          </w:p>
        </w:tc>
        <w:tc>
          <w:tcPr>
            <w:tcW w:w="1134" w:type="dxa"/>
          </w:tcPr>
          <w:p w:rsidR="00D40C63" w:rsidRPr="00B32E4D" w:rsidRDefault="00D40C63" w:rsidP="00A62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40C63" w:rsidRPr="00B32E4D" w:rsidRDefault="00D40C63" w:rsidP="00A62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40C63" w:rsidRPr="00B32E4D" w:rsidRDefault="00D40C63" w:rsidP="00A62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D40C63" w:rsidRPr="00B32E4D" w:rsidRDefault="00D40C63" w:rsidP="00A62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25EB">
              <w:rPr>
                <w:rFonts w:ascii="Times New Roman" w:hAnsi="Times New Roman" w:cs="Times New Roman"/>
                <w:sz w:val="28"/>
                <w:szCs w:val="28"/>
              </w:rPr>
              <w:t>7 672 100,09</w:t>
            </w:r>
          </w:p>
        </w:tc>
      </w:tr>
      <w:tr w:rsidR="00D40C63" w:rsidRPr="00F14F17">
        <w:tc>
          <w:tcPr>
            <w:tcW w:w="1763" w:type="dxa"/>
            <w:vMerge/>
            <w:vAlign w:val="center"/>
          </w:tcPr>
          <w:p w:rsidR="00D40C63" w:rsidRPr="00B32E4D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:rsidR="00D40C63" w:rsidRPr="00B32E4D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P630"/>
            <w:bookmarkEnd w:id="9"/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(3) федеральный бюджет</w:t>
            </w:r>
          </w:p>
        </w:tc>
        <w:tc>
          <w:tcPr>
            <w:tcW w:w="1134" w:type="dxa"/>
          </w:tcPr>
          <w:p w:rsidR="00D40C63" w:rsidRPr="00B32E4D" w:rsidRDefault="00D40C63" w:rsidP="00A62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6 267 </w:t>
            </w:r>
          </w:p>
          <w:p w:rsidR="00D40C63" w:rsidRPr="00B32E4D" w:rsidRDefault="00D40C63" w:rsidP="00A62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899,91</w:t>
            </w:r>
          </w:p>
        </w:tc>
        <w:tc>
          <w:tcPr>
            <w:tcW w:w="1134" w:type="dxa"/>
          </w:tcPr>
          <w:p w:rsidR="00D40C63" w:rsidRPr="00B32E4D" w:rsidRDefault="00D40C63" w:rsidP="00A62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25EB">
              <w:rPr>
                <w:rFonts w:ascii="Times New Roman" w:hAnsi="Times New Roman" w:cs="Times New Roman"/>
                <w:sz w:val="28"/>
                <w:szCs w:val="28"/>
              </w:rPr>
              <w:t>11 873 600,00</w:t>
            </w:r>
          </w:p>
        </w:tc>
        <w:tc>
          <w:tcPr>
            <w:tcW w:w="1134" w:type="dxa"/>
          </w:tcPr>
          <w:p w:rsidR="00D40C63" w:rsidRPr="00B32E4D" w:rsidRDefault="00D40C63" w:rsidP="00A62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40C63" w:rsidRPr="00B32E4D" w:rsidRDefault="00D40C63" w:rsidP="00A62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40C63" w:rsidRPr="00B32E4D" w:rsidRDefault="00D40C63" w:rsidP="00A62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D40C63" w:rsidRPr="00B32E4D" w:rsidRDefault="00D40C63" w:rsidP="00A276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25EB">
              <w:rPr>
                <w:rFonts w:ascii="Times New Roman" w:hAnsi="Times New Roman" w:cs="Times New Roman"/>
                <w:sz w:val="28"/>
                <w:szCs w:val="28"/>
              </w:rPr>
              <w:t>18 141 499,91</w:t>
            </w:r>
          </w:p>
        </w:tc>
      </w:tr>
      <w:tr w:rsidR="00D40C63" w:rsidRPr="00F14F17">
        <w:trPr>
          <w:trHeight w:val="801"/>
        </w:trPr>
        <w:tc>
          <w:tcPr>
            <w:tcW w:w="1763" w:type="dxa"/>
            <w:vMerge/>
            <w:vAlign w:val="center"/>
          </w:tcPr>
          <w:p w:rsidR="00D40C63" w:rsidRPr="00B32E4D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:rsidR="00D40C63" w:rsidRPr="00B32E4D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P637"/>
            <w:bookmarkEnd w:id="10"/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(4) юридические лица и индивидуальные предприниматели</w:t>
            </w:r>
          </w:p>
        </w:tc>
        <w:tc>
          <w:tcPr>
            <w:tcW w:w="1134" w:type="dxa"/>
          </w:tcPr>
          <w:p w:rsidR="00D40C63" w:rsidRPr="00B32E4D" w:rsidRDefault="00D40C63" w:rsidP="00A62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40C63" w:rsidRPr="00B32E4D" w:rsidRDefault="00D40C63" w:rsidP="00A62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40C63" w:rsidRPr="00B32E4D" w:rsidRDefault="00D40C63" w:rsidP="00A62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40C63" w:rsidRPr="00B32E4D" w:rsidRDefault="00D40C63" w:rsidP="00A62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40C63" w:rsidRPr="00B32E4D" w:rsidRDefault="00D40C63" w:rsidP="00A62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D40C63" w:rsidRPr="00B32E4D" w:rsidRDefault="00D40C63" w:rsidP="00A62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0C63" w:rsidRPr="00F14F17">
        <w:tc>
          <w:tcPr>
            <w:tcW w:w="1763" w:type="dxa"/>
            <w:vMerge/>
            <w:vAlign w:val="center"/>
          </w:tcPr>
          <w:p w:rsidR="00D40C63" w:rsidRPr="00B32E4D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:rsidR="00D40C63" w:rsidRPr="00B32E4D" w:rsidRDefault="00D40C63" w:rsidP="001D30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D40C63" w:rsidRPr="00B32E4D" w:rsidRDefault="00D40C63" w:rsidP="001D30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P644"/>
            <w:bookmarkEnd w:id="11"/>
            <w:r w:rsidRPr="00B32E4D">
              <w:rPr>
                <w:rFonts w:ascii="Times New Roman" w:hAnsi="Times New Roman" w:cs="Times New Roman"/>
                <w:sz w:val="28"/>
                <w:szCs w:val="28"/>
              </w:rPr>
              <w:t>(5) прочие источники (собственные средства населения и др.)</w:t>
            </w:r>
          </w:p>
        </w:tc>
        <w:tc>
          <w:tcPr>
            <w:tcW w:w="1134" w:type="dxa"/>
          </w:tcPr>
          <w:p w:rsidR="00D40C63" w:rsidRPr="00B32E4D" w:rsidRDefault="00D40C63" w:rsidP="001D3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40C63" w:rsidRPr="00B32E4D" w:rsidRDefault="00D40C63" w:rsidP="001D3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40C63" w:rsidRPr="00B32E4D" w:rsidRDefault="00D40C63" w:rsidP="001D3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40C63" w:rsidRPr="00B32E4D" w:rsidRDefault="00D40C63" w:rsidP="001D3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40C63" w:rsidRPr="00B32E4D" w:rsidRDefault="00D40C63" w:rsidP="001D3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D40C63" w:rsidRPr="00B32E4D" w:rsidRDefault="00D40C63" w:rsidP="001D3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0C63" w:rsidRPr="001D30FA" w:rsidRDefault="00D40C63" w:rsidP="004825EB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40C63" w:rsidRPr="001D30FA" w:rsidSect="002B7930">
          <w:pgSz w:w="16838" w:h="11905" w:orient="landscape"/>
          <w:pgMar w:top="1701" w:right="820" w:bottom="850" w:left="1134" w:header="0" w:footer="0" w:gutter="0"/>
          <w:cols w:space="720"/>
        </w:sectPr>
      </w:pPr>
    </w:p>
    <w:p w:rsidR="00D40C63" w:rsidRDefault="00D40C63" w:rsidP="004825EB"/>
    <w:sectPr w:rsidR="00D40C63" w:rsidSect="00673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C63" w:rsidRDefault="00D40C63">
      <w:pPr>
        <w:spacing w:after="0" w:line="240" w:lineRule="auto"/>
      </w:pPr>
      <w:r>
        <w:separator/>
      </w:r>
    </w:p>
  </w:endnote>
  <w:endnote w:type="continuationSeparator" w:id="0">
    <w:p w:rsidR="00D40C63" w:rsidRDefault="00D40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C63" w:rsidRDefault="00D40C63">
      <w:pPr>
        <w:spacing w:after="0" w:line="240" w:lineRule="auto"/>
      </w:pPr>
      <w:r>
        <w:separator/>
      </w:r>
    </w:p>
  </w:footnote>
  <w:footnote w:type="continuationSeparator" w:id="0">
    <w:p w:rsidR="00D40C63" w:rsidRDefault="00D40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63" w:rsidRDefault="00D40C63">
    <w:pPr>
      <w:pStyle w:val="Header"/>
      <w:jc w:val="center"/>
    </w:pPr>
  </w:p>
  <w:p w:rsidR="00D40C63" w:rsidRDefault="00D40C6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C703B9"/>
    <w:multiLevelType w:val="hybridMultilevel"/>
    <w:tmpl w:val="A7665D62"/>
    <w:lvl w:ilvl="0" w:tplc="61B498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3AF0"/>
    <w:rsid w:val="000075AE"/>
    <w:rsid w:val="000477B9"/>
    <w:rsid w:val="00052D89"/>
    <w:rsid w:val="00053460"/>
    <w:rsid w:val="0009254D"/>
    <w:rsid w:val="0009629B"/>
    <w:rsid w:val="0009794F"/>
    <w:rsid w:val="000B68B7"/>
    <w:rsid w:val="000C42E4"/>
    <w:rsid w:val="00106B2C"/>
    <w:rsid w:val="00123051"/>
    <w:rsid w:val="001240BB"/>
    <w:rsid w:val="00135CCE"/>
    <w:rsid w:val="00147F07"/>
    <w:rsid w:val="00154DC5"/>
    <w:rsid w:val="0017633A"/>
    <w:rsid w:val="001A2907"/>
    <w:rsid w:val="001A4FF5"/>
    <w:rsid w:val="001D1775"/>
    <w:rsid w:val="001D30FA"/>
    <w:rsid w:val="00226F8C"/>
    <w:rsid w:val="0026703F"/>
    <w:rsid w:val="00273ADD"/>
    <w:rsid w:val="00287FBA"/>
    <w:rsid w:val="0029464F"/>
    <w:rsid w:val="002B67C5"/>
    <w:rsid w:val="002B7930"/>
    <w:rsid w:val="002C3AD3"/>
    <w:rsid w:val="002D0D95"/>
    <w:rsid w:val="002D2095"/>
    <w:rsid w:val="002F1CD1"/>
    <w:rsid w:val="00306FF0"/>
    <w:rsid w:val="003A05EE"/>
    <w:rsid w:val="003A1D65"/>
    <w:rsid w:val="003E37BC"/>
    <w:rsid w:val="003E5485"/>
    <w:rsid w:val="004825EB"/>
    <w:rsid w:val="004B3AB9"/>
    <w:rsid w:val="004B6215"/>
    <w:rsid w:val="004C0A12"/>
    <w:rsid w:val="00505C00"/>
    <w:rsid w:val="0051793D"/>
    <w:rsid w:val="00520E14"/>
    <w:rsid w:val="00556080"/>
    <w:rsid w:val="005B48FD"/>
    <w:rsid w:val="005E36F1"/>
    <w:rsid w:val="0060574B"/>
    <w:rsid w:val="0061577C"/>
    <w:rsid w:val="006314DE"/>
    <w:rsid w:val="00637B89"/>
    <w:rsid w:val="00640026"/>
    <w:rsid w:val="00673585"/>
    <w:rsid w:val="006878CD"/>
    <w:rsid w:val="00692B97"/>
    <w:rsid w:val="006E08AB"/>
    <w:rsid w:val="00710554"/>
    <w:rsid w:val="00792A76"/>
    <w:rsid w:val="00796FC0"/>
    <w:rsid w:val="007B53BE"/>
    <w:rsid w:val="0080515C"/>
    <w:rsid w:val="0083346A"/>
    <w:rsid w:val="00836C54"/>
    <w:rsid w:val="008474E2"/>
    <w:rsid w:val="00870B37"/>
    <w:rsid w:val="008C2E41"/>
    <w:rsid w:val="008C661F"/>
    <w:rsid w:val="008E0D75"/>
    <w:rsid w:val="008E1E7F"/>
    <w:rsid w:val="008F6ADC"/>
    <w:rsid w:val="00923E4E"/>
    <w:rsid w:val="00925E8C"/>
    <w:rsid w:val="00936DF0"/>
    <w:rsid w:val="00953418"/>
    <w:rsid w:val="00953866"/>
    <w:rsid w:val="00964C4E"/>
    <w:rsid w:val="009C5F0A"/>
    <w:rsid w:val="009E321B"/>
    <w:rsid w:val="009F5F41"/>
    <w:rsid w:val="00A16468"/>
    <w:rsid w:val="00A27683"/>
    <w:rsid w:val="00A6292A"/>
    <w:rsid w:val="00A77812"/>
    <w:rsid w:val="00A80899"/>
    <w:rsid w:val="00A95803"/>
    <w:rsid w:val="00AB3080"/>
    <w:rsid w:val="00B25367"/>
    <w:rsid w:val="00B32E4D"/>
    <w:rsid w:val="00B359B7"/>
    <w:rsid w:val="00BA696C"/>
    <w:rsid w:val="00BF78D1"/>
    <w:rsid w:val="00C10C42"/>
    <w:rsid w:val="00C239C2"/>
    <w:rsid w:val="00C311C7"/>
    <w:rsid w:val="00C3694D"/>
    <w:rsid w:val="00C64026"/>
    <w:rsid w:val="00C95FF8"/>
    <w:rsid w:val="00CB7B7F"/>
    <w:rsid w:val="00CF3267"/>
    <w:rsid w:val="00CF3AF0"/>
    <w:rsid w:val="00D23FCE"/>
    <w:rsid w:val="00D24045"/>
    <w:rsid w:val="00D40C63"/>
    <w:rsid w:val="00DD04D0"/>
    <w:rsid w:val="00E20439"/>
    <w:rsid w:val="00E87D50"/>
    <w:rsid w:val="00E9207E"/>
    <w:rsid w:val="00EB35F9"/>
    <w:rsid w:val="00ED0544"/>
    <w:rsid w:val="00EE55CB"/>
    <w:rsid w:val="00F14F17"/>
    <w:rsid w:val="00F34A2B"/>
    <w:rsid w:val="00FF4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0F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B68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rsid w:val="000B68B7"/>
    <w:rPr>
      <w:rFonts w:ascii="Times New Roman" w:hAnsi="Times New Roman" w:cs="Times New Roman"/>
      <w:sz w:val="20"/>
      <w:szCs w:val="20"/>
      <w:lang w:eastAsia="ru-RU"/>
    </w:rPr>
  </w:style>
  <w:style w:type="table" w:customStyle="1" w:styleId="2">
    <w:name w:val="Сетка таблицы2"/>
    <w:uiPriority w:val="99"/>
    <w:rsid w:val="000B68B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0B68B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B6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8B7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uiPriority w:val="99"/>
    <w:rsid w:val="00C95FF8"/>
    <w:rPr>
      <w:rFonts w:ascii="Times New Roman" w:hAnsi="Times New Roman" w:cs="Times New Roman"/>
      <w:sz w:val="22"/>
      <w:szCs w:val="22"/>
      <w:lang w:val="ru-RU" w:eastAsia="ru-RU"/>
    </w:rPr>
  </w:style>
  <w:style w:type="paragraph" w:customStyle="1" w:styleId="ConsPlusNormal0">
    <w:name w:val="ConsPlusNormal"/>
    <w:link w:val="ConsPlusNormal"/>
    <w:uiPriority w:val="99"/>
    <w:rsid w:val="00C95FF8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4B6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2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86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file:///C:\Users\&#1087;&#1082;\Desktop\&#1075;&#1086;&#1088;&#1086;&#1076;&#1089;&#1082;&#1072;&#1103;%20&#1089;&#1088;&#1077;&#1076;&#1072;1\2018%20-2022\&#1055;&#1056;&#1054;&#1043;&#1056;&#1040;&#1052;&#1052;&#1040;\&#8470;%201314%20&#1086;&#1090;%2008.12.2017\&#1087;&#1086;&#1089;&#1090;&#1072;&#1085;&#1086;&#1074;&#1083;&#1077;&#1085;&#1080;&#1077;%20&#1086;&#1090;%2008.12.2017%20&#8470;%201314.docx" TargetMode="External"/><Relationship Id="rId18" Type="http://schemas.openxmlformats.org/officeDocument/2006/relationships/hyperlink" Target="file:///C:\Users\&#1087;&#1082;\Desktop\&#1075;&#1086;&#1088;&#1086;&#1076;&#1089;&#1082;&#1072;&#1103;%20&#1089;&#1088;&#1077;&#1076;&#1072;1\2018%20-2022\&#1055;&#1056;&#1054;&#1043;&#1056;&#1040;&#1052;&#1052;&#1040;\&#8470;%201314%20&#1086;&#1090;%2008.12.2017\&#1087;&#1086;&#1089;&#1090;&#1072;&#1085;&#1086;&#1074;&#1083;&#1077;&#1085;&#1080;&#1077;%20&#1086;&#1090;%2008.12.2017%20&#8470;%201314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&#1087;&#1082;\Desktop\&#1075;&#1086;&#1088;&#1086;&#1076;&#1089;&#1082;&#1072;&#1103;%20&#1089;&#1088;&#1077;&#1076;&#1072;1\2018%20-2022\&#1055;&#1056;&#1054;&#1043;&#1056;&#1040;&#1052;&#1052;&#1040;\&#8470;%201314%20&#1086;&#1090;%2008.12.2017\&#1087;&#1086;&#1089;&#1090;&#1072;&#1085;&#1086;&#1074;&#1083;&#1077;&#1085;&#1080;&#1077;%20&#1086;&#1090;%2008.12.2017%20&#8470;%201314.docx" TargetMode="External"/><Relationship Id="rId7" Type="http://schemas.openxmlformats.org/officeDocument/2006/relationships/image" Target="media/image1.png"/><Relationship Id="rId12" Type="http://schemas.openxmlformats.org/officeDocument/2006/relationships/hyperlink" Target="file:///C:\Users\&#1087;&#1082;\Desktop\&#1075;&#1086;&#1088;&#1086;&#1076;&#1089;&#1082;&#1072;&#1103;%20&#1089;&#1088;&#1077;&#1076;&#1072;1\2018%20-2022\&#1055;&#1056;&#1054;&#1043;&#1056;&#1040;&#1052;&#1052;&#1040;\&#8470;%201314%20&#1086;&#1090;%2008.12.2017\&#1087;&#1086;&#1089;&#1090;&#1072;&#1085;&#1086;&#1074;&#1083;&#1077;&#1085;&#1080;&#1077;%20&#1086;&#1090;%2008.12.2017%20&#8470;%201314.docx" TargetMode="External"/><Relationship Id="rId17" Type="http://schemas.openxmlformats.org/officeDocument/2006/relationships/hyperlink" Target="file:///C:\Users\&#1087;&#1082;\Desktop\&#1075;&#1086;&#1088;&#1086;&#1076;&#1089;&#1082;&#1072;&#1103;%20&#1089;&#1088;&#1077;&#1076;&#1072;1\2018%20-2022\&#1055;&#1056;&#1054;&#1043;&#1056;&#1040;&#1052;&#1052;&#1040;\&#8470;%201314%20&#1086;&#1090;%2008.12.2017\&#1087;&#1086;&#1089;&#1090;&#1072;&#1085;&#1086;&#1074;&#1083;&#1077;&#1085;&#1080;&#1077;%20&#1086;&#1090;%2008.12.2017%20&#8470;%201314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&#1087;&#1082;\Desktop\&#1075;&#1086;&#1088;&#1086;&#1076;&#1089;&#1082;&#1072;&#1103;%20&#1089;&#1088;&#1077;&#1076;&#1072;1\2018%20-2022\&#1055;&#1056;&#1054;&#1043;&#1056;&#1040;&#1052;&#1052;&#1040;\&#8470;%201314%20&#1086;&#1090;%2008.12.2017\&#1087;&#1086;&#1089;&#1090;&#1072;&#1085;&#1086;&#1074;&#1083;&#1077;&#1085;&#1080;&#1077;%20&#1086;&#1090;%2008.12.2017%20&#8470;%201314.docx" TargetMode="External"/><Relationship Id="rId20" Type="http://schemas.openxmlformats.org/officeDocument/2006/relationships/hyperlink" Target="file:///C:\Users\&#1087;&#1082;\Desktop\&#1075;&#1086;&#1088;&#1086;&#1076;&#1089;&#1082;&#1072;&#1103;%20&#1089;&#1088;&#1077;&#1076;&#1072;1\2018%20-2022\&#1055;&#1056;&#1054;&#1043;&#1056;&#1040;&#1052;&#1052;&#1040;\&#8470;%201314%20&#1086;&#1090;%2008.12.2017\&#1087;&#1086;&#1089;&#1090;&#1072;&#1085;&#1086;&#1074;&#1083;&#1077;&#1085;&#1080;&#1077;%20&#1086;&#1090;%2008.12.2017%20&#8470;%201314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&#1087;&#1082;\Desktop\&#1075;&#1086;&#1088;&#1086;&#1076;&#1089;&#1082;&#1072;&#1103;%20&#1089;&#1088;&#1077;&#1076;&#1072;1\2018%20-2022\&#1055;&#1056;&#1054;&#1043;&#1056;&#1040;&#1052;&#1052;&#1040;\&#8470;%201314%20&#1086;&#1090;%2008.12.2017\&#1087;&#1086;&#1089;&#1090;&#1072;&#1085;&#1086;&#1074;&#1083;&#1077;&#1085;&#1080;&#1077;%20&#1086;&#1090;%2008.12.2017%20&#8470;%201314.docx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file:///C:\Users\&#1087;&#1082;\Desktop\&#1075;&#1086;&#1088;&#1086;&#1076;&#1089;&#1082;&#1072;&#1103;%20&#1089;&#1088;&#1077;&#1076;&#1072;1\2018%20-2022\&#1055;&#1056;&#1054;&#1043;&#1056;&#1040;&#1052;&#1052;&#1040;\&#8470;%201314%20&#1086;&#1090;%2008.12.2017\&#1087;&#1086;&#1089;&#1090;&#1072;&#1085;&#1086;&#1074;&#1083;&#1077;&#1085;&#1080;&#1077;%20&#1086;&#1090;%2008.12.2017%20&#8470;%201314.docx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C:\Users\&#1087;&#1082;\Desktop\&#1075;&#1086;&#1088;&#1086;&#1076;&#1089;&#1082;&#1072;&#1103;%20&#1089;&#1088;&#1077;&#1076;&#1072;1\2018%20-2022\&#1055;&#1056;&#1054;&#1043;&#1056;&#1040;&#1052;&#1052;&#1040;\&#8470;%201314%20&#1086;&#1090;%2008.12.2017\&#1087;&#1086;&#1089;&#1090;&#1072;&#1085;&#1086;&#1074;&#1083;&#1077;&#1085;&#1080;&#1077;%20&#1086;&#1090;%2008.12.2017%20&#8470;%201314.docx" TargetMode="External"/><Relationship Id="rId19" Type="http://schemas.openxmlformats.org/officeDocument/2006/relationships/hyperlink" Target="file:///C:\Users\&#1087;&#1082;\Desktop\&#1075;&#1086;&#1088;&#1086;&#1076;&#1089;&#1082;&#1072;&#1103;%20&#1089;&#1088;&#1077;&#1076;&#1072;1\2018%20-2022\&#1055;&#1056;&#1054;&#1043;&#1056;&#1040;&#1052;&#1052;&#1040;\&#8470;%201314%20&#1086;&#1090;%2008.12.2017\&#1087;&#1086;&#1089;&#1090;&#1072;&#1085;&#1086;&#1074;&#1083;&#1077;&#1085;&#1080;&#1077;%20&#1086;&#1090;%2008.12.2017%20&#8470;%201314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87;&#1082;\Desktop\&#1075;&#1086;&#1088;&#1086;&#1076;&#1089;&#1082;&#1072;&#1103;%20&#1089;&#1088;&#1077;&#1076;&#1072;1\2018%20-2022\&#1055;&#1056;&#1054;&#1043;&#1056;&#1040;&#1052;&#1052;&#1040;\&#8470;%201314%20&#1086;&#1090;%2008.12.2017\&#1087;&#1086;&#1089;&#1090;&#1072;&#1085;&#1086;&#1074;&#1083;&#1077;&#1085;&#1080;&#1077;%20&#1086;&#1090;%2008.12.2017%20&#8470;%201314.docx" TargetMode="External"/><Relationship Id="rId14" Type="http://schemas.openxmlformats.org/officeDocument/2006/relationships/hyperlink" Target="file:///C:\Users\&#1087;&#1082;\Desktop\&#1075;&#1086;&#1088;&#1086;&#1076;&#1089;&#1082;&#1072;&#1103;%20&#1089;&#1088;&#1077;&#1076;&#1072;1\2018%20-2022\&#1055;&#1056;&#1054;&#1043;&#1056;&#1040;&#1052;&#1052;&#1040;\&#8470;%201314%20&#1086;&#1090;%2008.12.2017\&#1087;&#1086;&#1089;&#1090;&#1072;&#1085;&#1086;&#1074;&#1083;&#1077;&#1085;&#1080;&#1077;%20&#1086;&#1090;%2008.12.2017%20&#8470;%201314.docx" TargetMode="External"/><Relationship Id="rId22" Type="http://schemas.openxmlformats.org/officeDocument/2006/relationships/hyperlink" Target="file:///C:\Users\&#1087;&#1082;\Desktop\&#1075;&#1086;&#1088;&#1086;&#1076;&#1089;&#1082;&#1072;&#1103;%20&#1089;&#1088;&#1077;&#1076;&#1072;1\2018%20-2022\&#1055;&#1056;&#1054;&#1043;&#1056;&#1040;&#1052;&#1052;&#1040;\&#8470;%201314%20&#1086;&#1090;%2008.12.2017\&#1087;&#1086;&#1089;&#1090;&#1072;&#1085;&#1086;&#1074;&#1083;&#1077;&#1085;&#1080;&#1077;%20&#1086;&#1090;%2008.12.2017%20&#8470;%201314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135</TotalTime>
  <Pages>10</Pages>
  <Words>1498</Words>
  <Characters>8539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11</cp:revision>
  <cp:lastPrinted>2019-02-25T10:42:00Z</cp:lastPrinted>
  <dcterms:created xsi:type="dcterms:W3CDTF">2018-11-07T10:29:00Z</dcterms:created>
  <dcterms:modified xsi:type="dcterms:W3CDTF">2019-03-20T12:35:00Z</dcterms:modified>
</cp:coreProperties>
</file>