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FAC" w:rsidRPr="00427894" w:rsidRDefault="00FF2FAC" w:rsidP="00467ED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7894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FF2FAC" w:rsidRPr="00427894" w:rsidRDefault="00FF2FAC" w:rsidP="00467ED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7894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</w:t>
      </w:r>
    </w:p>
    <w:p w:rsidR="00FF2FAC" w:rsidRDefault="00FF2FAC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F2FAC" w:rsidRDefault="00FF2FAC" w:rsidP="00467EDB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Hlk11067753"/>
      <w:r w:rsidRPr="006E5E60">
        <w:rPr>
          <w:rFonts w:ascii="Times New Roman" w:hAnsi="Times New Roman" w:cs="Times New Roman"/>
          <w:sz w:val="24"/>
          <w:szCs w:val="24"/>
          <w:u w:val="single"/>
        </w:rPr>
        <w:t xml:space="preserve">сектор коммунального и городского хозяйства отдела архитектуры, капитального строительства и муниципального имущества администрации городского округа город Первомайск  </w:t>
      </w:r>
    </w:p>
    <w:p w:rsidR="00FF2FAC" w:rsidRPr="006E5E60" w:rsidRDefault="00FF2FAC" w:rsidP="00467EDB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E5E60">
        <w:rPr>
          <w:rFonts w:ascii="Times New Roman" w:hAnsi="Times New Roman" w:cs="Times New Roman"/>
          <w:sz w:val="24"/>
          <w:szCs w:val="24"/>
          <w:u w:val="single"/>
        </w:rPr>
        <w:t>Нижегородской области</w:t>
      </w:r>
    </w:p>
    <w:bookmarkEnd w:id="0"/>
    <w:p w:rsidR="00FF2FAC" w:rsidRPr="00427894" w:rsidRDefault="00FF2FAC" w:rsidP="00467ED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27894">
        <w:rPr>
          <w:rFonts w:ascii="Times New Roman" w:hAnsi="Times New Roman" w:cs="Times New Roman"/>
          <w:sz w:val="22"/>
          <w:szCs w:val="22"/>
        </w:rPr>
        <w:t>(наименование регулирующего органа)</w:t>
      </w:r>
    </w:p>
    <w:p w:rsidR="00FF2FAC" w:rsidRDefault="00FF2FAC" w:rsidP="00467EDB">
      <w:pPr>
        <w:jc w:val="center"/>
        <w:rPr>
          <w:sz w:val="28"/>
          <w:szCs w:val="28"/>
        </w:rPr>
      </w:pPr>
    </w:p>
    <w:p w:rsidR="00FF2FAC" w:rsidRPr="006E5E60" w:rsidRDefault="00FF2FAC" w:rsidP="00E37977">
      <w:pPr>
        <w:spacing w:line="360" w:lineRule="auto"/>
        <w:ind w:firstLine="720"/>
        <w:jc w:val="both"/>
      </w:pPr>
      <w:r w:rsidRPr="009E22F9">
        <w:t xml:space="preserve">проект постановления администрации городского округа город Первомайск  Нижегородской </w:t>
      </w:r>
      <w:r w:rsidRPr="00FA4B69">
        <w:t xml:space="preserve">«Об утверждении </w:t>
      </w:r>
      <w:r w:rsidRPr="00FA4B69">
        <w:rPr>
          <w:color w:val="000000"/>
        </w:rPr>
        <w:t xml:space="preserve">Порядка </w:t>
      </w:r>
      <w:r w:rsidRPr="00FA4B69">
        <w:t xml:space="preserve">предоставления субсидий из бюджета городского округа город Первомайск Нижегородской области </w:t>
      </w:r>
      <w:r w:rsidRPr="00FA4B69">
        <w:rPr>
          <w:color w:val="000000"/>
        </w:rPr>
        <w:t xml:space="preserve">на возмещение затрат организаций, осуществляющих управление и обслуживание многоквартирного жилого фонда, </w:t>
      </w:r>
      <w:r w:rsidRPr="00FA4B69">
        <w:t>расположенного на территории городского округа город Первомайск Нижегородской области</w:t>
      </w:r>
      <w:r w:rsidRPr="00FA4B69">
        <w:rPr>
          <w:color w:val="000000"/>
        </w:rPr>
        <w:t xml:space="preserve"> на приобретение дезинфицирующих средств</w:t>
      </w:r>
      <w:r w:rsidRPr="00DF3507">
        <w:t>»</w:t>
      </w:r>
      <w:r w:rsidRPr="006E5E60">
        <w:t>.</w:t>
      </w:r>
    </w:p>
    <w:p w:rsidR="00FF2FAC" w:rsidRPr="006E5E60" w:rsidRDefault="00FF2FAC" w:rsidP="00467EDB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6E5E60">
        <w:rPr>
          <w:rFonts w:ascii="Times New Roman" w:hAnsi="Times New Roman" w:cs="Times New Roman"/>
          <w:sz w:val="24"/>
          <w:szCs w:val="24"/>
        </w:rPr>
        <w:t>1. Срок проведения публичных консультаций:</w:t>
      </w:r>
    </w:p>
    <w:p w:rsidR="00FF2FAC" w:rsidRPr="006E5E60" w:rsidRDefault="00FF2FAC" w:rsidP="00467EDB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Pr="006E5E6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6E5E60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6E5E60">
        <w:rPr>
          <w:rFonts w:ascii="Times New Roman" w:hAnsi="Times New Roman" w:cs="Times New Roman"/>
          <w:sz w:val="24"/>
          <w:szCs w:val="24"/>
        </w:rPr>
        <w:t xml:space="preserve"> года  –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6E5E6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06</w:t>
      </w:r>
      <w:r w:rsidRPr="006E5E60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6E5E6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F2FAC" w:rsidRPr="006E5E60" w:rsidRDefault="00FF2FAC" w:rsidP="00467EDB">
      <w:pPr>
        <w:pStyle w:val="ConsPlusNonformat"/>
        <w:ind w:firstLine="709"/>
        <w:rPr>
          <w:rFonts w:cs="Times New Roman"/>
          <w:sz w:val="24"/>
          <w:szCs w:val="24"/>
        </w:rPr>
      </w:pPr>
      <w:r w:rsidRPr="006E5E60">
        <w:rPr>
          <w:rFonts w:ascii="Times New Roman" w:hAnsi="Times New Roman" w:cs="Times New Roman"/>
          <w:sz w:val="24"/>
          <w:szCs w:val="24"/>
        </w:rPr>
        <w:t>2. Проведенные формы публичных консультаций:</w:t>
      </w:r>
    </w:p>
    <w:p w:rsidR="00FF2FAC" w:rsidRPr="006E5E60" w:rsidRDefault="00FF2FAC" w:rsidP="00467EDB">
      <w:pPr>
        <w:autoSpaceDE w:val="0"/>
        <w:autoSpaceDN w:val="0"/>
        <w:adjustRightInd w:val="0"/>
        <w:ind w:firstLine="709"/>
        <w:jc w:val="both"/>
      </w:pPr>
    </w:p>
    <w:tbl>
      <w:tblPr>
        <w:tblW w:w="104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671"/>
        <w:gridCol w:w="3118"/>
        <w:gridCol w:w="2120"/>
      </w:tblGrid>
      <w:tr w:rsidR="00FF2FAC" w:rsidRPr="006E5E60">
        <w:tc>
          <w:tcPr>
            <w:tcW w:w="540" w:type="dxa"/>
          </w:tcPr>
          <w:p w:rsidR="00FF2FAC" w:rsidRPr="006E5E60" w:rsidRDefault="00FF2FAC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№ п/п</w:t>
            </w:r>
          </w:p>
        </w:tc>
        <w:tc>
          <w:tcPr>
            <w:tcW w:w="4671" w:type="dxa"/>
          </w:tcPr>
          <w:p w:rsidR="00FF2FAC" w:rsidRPr="006E5E60" w:rsidRDefault="00FF2FAC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Наименование формы публичных консультаций</w:t>
            </w:r>
          </w:p>
        </w:tc>
        <w:tc>
          <w:tcPr>
            <w:tcW w:w="3118" w:type="dxa"/>
          </w:tcPr>
          <w:p w:rsidR="00FF2FAC" w:rsidRPr="006E5E60" w:rsidRDefault="00FF2FAC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Сроки проведения</w:t>
            </w:r>
          </w:p>
        </w:tc>
        <w:tc>
          <w:tcPr>
            <w:tcW w:w="2120" w:type="dxa"/>
          </w:tcPr>
          <w:p w:rsidR="00FF2FAC" w:rsidRPr="006E5E60" w:rsidRDefault="00FF2FAC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Общее количество участников</w:t>
            </w:r>
          </w:p>
        </w:tc>
      </w:tr>
      <w:tr w:rsidR="00FF2FAC" w:rsidRPr="006E5E60">
        <w:tc>
          <w:tcPr>
            <w:tcW w:w="540" w:type="dxa"/>
          </w:tcPr>
          <w:p w:rsidR="00FF2FAC" w:rsidRPr="006E5E60" w:rsidRDefault="00FF2FAC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1.</w:t>
            </w:r>
          </w:p>
        </w:tc>
        <w:tc>
          <w:tcPr>
            <w:tcW w:w="4671" w:type="dxa"/>
          </w:tcPr>
          <w:p w:rsidR="00FF2FAC" w:rsidRPr="006E5E60" w:rsidRDefault="00FF2FAC" w:rsidP="00853481">
            <w:pPr>
              <w:widowControl w:val="0"/>
              <w:autoSpaceDE w:val="0"/>
              <w:autoSpaceDN w:val="0"/>
              <w:adjustRightInd w:val="0"/>
              <w:jc w:val="both"/>
            </w:pPr>
            <w:r w:rsidRPr="006E5E60">
              <w:rPr>
                <w:lang w:eastAsia="en-US"/>
              </w:rPr>
              <w:t xml:space="preserve">Сбор мнений участников публичных консультаций посредством электронной почты </w:t>
            </w:r>
            <w:r w:rsidRPr="006E5E60">
              <w:t>или на бумажном носителе</w:t>
            </w:r>
          </w:p>
        </w:tc>
        <w:tc>
          <w:tcPr>
            <w:tcW w:w="3118" w:type="dxa"/>
          </w:tcPr>
          <w:p w:rsidR="00FF2FAC" w:rsidRPr="006E5E60" w:rsidRDefault="00FF2FAC" w:rsidP="00E37977">
            <w:pPr>
              <w:pStyle w:val="ConsPlusNonformat"/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E5E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6E5E6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E5E60">
              <w:rPr>
                <w:rFonts w:ascii="Times New Roman" w:hAnsi="Times New Roman" w:cs="Times New Roman"/>
                <w:sz w:val="24"/>
                <w:szCs w:val="24"/>
              </w:rPr>
              <w:t xml:space="preserve"> года 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E5E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6E5E60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E5E60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FF2FAC" w:rsidRPr="006E5E60" w:rsidRDefault="00FF2FAC" w:rsidP="00853481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 w:rsidRPr="006E5E60">
              <w:t>.</w:t>
            </w:r>
          </w:p>
        </w:tc>
        <w:tc>
          <w:tcPr>
            <w:tcW w:w="2120" w:type="dxa"/>
          </w:tcPr>
          <w:p w:rsidR="00FF2FAC" w:rsidRPr="006E5E60" w:rsidRDefault="00FF2FAC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2</w:t>
            </w:r>
          </w:p>
        </w:tc>
      </w:tr>
    </w:tbl>
    <w:p w:rsidR="00FF2FAC" w:rsidRPr="006E5E60" w:rsidRDefault="00FF2FAC" w:rsidP="00467EDB">
      <w:pPr>
        <w:autoSpaceDE w:val="0"/>
        <w:autoSpaceDN w:val="0"/>
        <w:adjustRightInd w:val="0"/>
        <w:ind w:firstLine="709"/>
        <w:jc w:val="both"/>
      </w:pPr>
    </w:p>
    <w:p w:rsidR="00FF2FAC" w:rsidRPr="006E5E60" w:rsidRDefault="00FF2FAC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E5E60">
        <w:rPr>
          <w:rFonts w:ascii="Times New Roman" w:hAnsi="Times New Roman" w:cs="Times New Roman"/>
          <w:sz w:val="24"/>
          <w:szCs w:val="24"/>
        </w:rPr>
        <w:t>3. Список участников публичных консультаций:</w:t>
      </w:r>
    </w:p>
    <w:p w:rsidR="00FF2FAC" w:rsidRPr="006E5E60" w:rsidRDefault="00FF2FAC" w:rsidP="00467E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5E60">
        <w:rPr>
          <w:rFonts w:ascii="Times New Roman" w:hAnsi="Times New Roman" w:cs="Times New Roman"/>
          <w:sz w:val="24"/>
          <w:szCs w:val="24"/>
        </w:rPr>
        <w:t xml:space="preserve">3.1. </w:t>
      </w:r>
      <w:bookmarkStart w:id="1" w:name="_Hlk11068423"/>
      <w:r w:rsidRPr="006E5E60">
        <w:rPr>
          <w:rFonts w:ascii="Times New Roman" w:hAnsi="Times New Roman" w:cs="Times New Roman"/>
          <w:sz w:val="24"/>
          <w:szCs w:val="24"/>
        </w:rPr>
        <w:t>Союз «Торгово-промышленная палата Нижегородской области»</w:t>
      </w:r>
    </w:p>
    <w:bookmarkEnd w:id="1"/>
    <w:p w:rsidR="00FF2FAC" w:rsidRPr="006E5E60" w:rsidRDefault="00FF2FAC" w:rsidP="006E5E60">
      <w:pPr>
        <w:autoSpaceDE w:val="0"/>
        <w:autoSpaceDN w:val="0"/>
        <w:adjustRightInd w:val="0"/>
        <w:jc w:val="both"/>
      </w:pPr>
      <w:r w:rsidRPr="006E5E60">
        <w:t>3.2. Аппарат уполномоченного по защите прав предпринимателей в Нижегородской области</w:t>
      </w:r>
    </w:p>
    <w:p w:rsidR="00FF2FAC" w:rsidRPr="006E5E60" w:rsidRDefault="00FF2FAC" w:rsidP="00467E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2FAC" w:rsidRPr="006E5E60" w:rsidRDefault="00FF2FAC" w:rsidP="00467E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5E60">
        <w:rPr>
          <w:rFonts w:ascii="Times New Roman" w:hAnsi="Times New Roman" w:cs="Times New Roman"/>
          <w:sz w:val="24"/>
          <w:szCs w:val="24"/>
        </w:rPr>
        <w:t>4. Свод замечаний и предложений по результатам публичных консультаций</w:t>
      </w:r>
    </w:p>
    <w:p w:rsidR="00FF2FAC" w:rsidRPr="006E5E60" w:rsidRDefault="00FF2FAC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377"/>
        <w:gridCol w:w="5103"/>
        <w:gridCol w:w="2268"/>
      </w:tblGrid>
      <w:tr w:rsidR="00FF2FAC" w:rsidRPr="006E5E60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FAC" w:rsidRPr="006E5E60" w:rsidRDefault="00FF2FAC" w:rsidP="00853481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E5E60">
              <w:rPr>
                <w:lang w:eastAsia="en-US"/>
              </w:rPr>
              <w:t xml:space="preserve">№ </w:t>
            </w:r>
          </w:p>
          <w:p w:rsidR="00FF2FAC" w:rsidRPr="006E5E60" w:rsidRDefault="00FF2FAC" w:rsidP="00853481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E5E60">
              <w:rPr>
                <w:lang w:eastAsia="en-US"/>
              </w:rPr>
              <w:t>п/п</w:t>
            </w:r>
          </w:p>
        </w:tc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FAC" w:rsidRPr="006E5E60" w:rsidRDefault="00FF2FAC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>Замечания и (или) предложения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FAC" w:rsidRPr="006E5E60" w:rsidRDefault="00FF2FAC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 xml:space="preserve">Автор замечаний </w:t>
            </w:r>
          </w:p>
          <w:p w:rsidR="00FF2FAC" w:rsidRPr="006E5E60" w:rsidRDefault="00FF2FAC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>и (или) предложений (участник публичных консультаций)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FAC" w:rsidRPr="006E5E60" w:rsidRDefault="00FF2FAC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>Комментарий (позиция) регулирующего органа</w:t>
            </w:r>
          </w:p>
          <w:p w:rsidR="00FF2FAC" w:rsidRPr="006E5E60" w:rsidRDefault="00FF2FAC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FF2FAC" w:rsidRPr="006E5E60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FAC" w:rsidRPr="006E5E60" w:rsidRDefault="00FF2FAC" w:rsidP="00853481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E5E60">
              <w:rPr>
                <w:lang w:eastAsia="en-US"/>
              </w:rPr>
              <w:t>1.</w:t>
            </w:r>
          </w:p>
        </w:tc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FAC" w:rsidRPr="006E5E60" w:rsidRDefault="00FF2FAC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>Замечаний и предложений нет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FAC" w:rsidRPr="006E5E60" w:rsidRDefault="00FF2FAC" w:rsidP="00853481">
            <w:pPr>
              <w:pStyle w:val="ConsPlusNonformat"/>
              <w:jc w:val="both"/>
              <w:rPr>
                <w:rFonts w:cs="Times New Roman"/>
                <w:sz w:val="24"/>
                <w:szCs w:val="24"/>
                <w:lang w:eastAsia="en-US"/>
              </w:rPr>
            </w:pPr>
            <w:r w:rsidRPr="006E5E60">
              <w:rPr>
                <w:rFonts w:ascii="Times New Roman" w:hAnsi="Times New Roman" w:cs="Times New Roman"/>
                <w:sz w:val="24"/>
                <w:szCs w:val="24"/>
              </w:rPr>
              <w:t>Союз «Торгово-промышленная палата Нижегородской области»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FAC" w:rsidRPr="006E5E60" w:rsidRDefault="00FF2FAC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>-</w:t>
            </w:r>
          </w:p>
        </w:tc>
      </w:tr>
      <w:tr w:rsidR="00FF2FAC" w:rsidRPr="006E5E60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FAC" w:rsidRPr="006E5E60" w:rsidRDefault="00FF2FAC" w:rsidP="00853481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E5E60">
              <w:rPr>
                <w:lang w:eastAsia="en-US"/>
              </w:rPr>
              <w:t>2.</w:t>
            </w:r>
          </w:p>
        </w:tc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FAC" w:rsidRPr="006E5E60" w:rsidRDefault="00FF2FAC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>Замечаний и предложений нет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FAC" w:rsidRPr="006E5E60" w:rsidRDefault="00FF2FAC" w:rsidP="006E5E60">
            <w:pPr>
              <w:autoSpaceDE w:val="0"/>
              <w:autoSpaceDN w:val="0"/>
              <w:adjustRightInd w:val="0"/>
              <w:jc w:val="both"/>
            </w:pPr>
            <w:r w:rsidRPr="006E5E60">
              <w:t>Аппарат уполномоченного по защите прав предпринимателей в Нижегородской области</w:t>
            </w:r>
          </w:p>
          <w:p w:rsidR="00FF2FAC" w:rsidRPr="006E5E60" w:rsidRDefault="00FF2FAC" w:rsidP="0085348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FAC" w:rsidRPr="006E5E60" w:rsidRDefault="00FF2FAC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>-</w:t>
            </w:r>
          </w:p>
        </w:tc>
      </w:tr>
    </w:tbl>
    <w:p w:rsidR="00FF2FAC" w:rsidRPr="006E5E60" w:rsidRDefault="00FF2FAC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F2FAC" w:rsidRPr="006E5E60" w:rsidRDefault="00FF2FAC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F2FAC" w:rsidRPr="006E5E60" w:rsidRDefault="00FF2FAC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F2FAC" w:rsidRPr="006E5E60" w:rsidRDefault="00FF2FAC" w:rsidP="006E5E60">
      <w:pPr>
        <w:jc w:val="both"/>
      </w:pPr>
      <w:r w:rsidRPr="006E5E60">
        <w:t>Начальник сектора коммунального</w:t>
      </w:r>
    </w:p>
    <w:p w:rsidR="00FF2FAC" w:rsidRPr="006E5E60" w:rsidRDefault="00FF2FAC" w:rsidP="006E5E60">
      <w:pPr>
        <w:jc w:val="both"/>
      </w:pPr>
      <w:r w:rsidRPr="006E5E60">
        <w:t>и городского хозяйства отдела</w:t>
      </w:r>
    </w:p>
    <w:p w:rsidR="00FF2FAC" w:rsidRPr="006E5E60" w:rsidRDefault="00FF2FAC" w:rsidP="006E5E60">
      <w:pPr>
        <w:jc w:val="both"/>
      </w:pPr>
      <w:r w:rsidRPr="006E5E60">
        <w:t>архитектуры, капитального строительства</w:t>
      </w:r>
    </w:p>
    <w:p w:rsidR="00FF2FAC" w:rsidRPr="006E5E60" w:rsidRDefault="00FF2FAC" w:rsidP="006E5E60">
      <w:pPr>
        <w:tabs>
          <w:tab w:val="right" w:pos="10065"/>
        </w:tabs>
        <w:jc w:val="both"/>
      </w:pPr>
      <w:r w:rsidRPr="006E5E60">
        <w:t>и муниципального имущества администрации</w:t>
      </w:r>
      <w:r w:rsidRPr="006E5E60">
        <w:tab/>
        <w:t>А.В.Ситников</w:t>
      </w:r>
    </w:p>
    <w:sectPr w:rsidR="00FF2FAC" w:rsidRPr="006E5E60" w:rsidSect="006E5E60">
      <w:pgSz w:w="11906" w:h="16838"/>
      <w:pgMar w:top="540" w:right="567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B20"/>
    <w:rsid w:val="00213C79"/>
    <w:rsid w:val="002F4010"/>
    <w:rsid w:val="00373858"/>
    <w:rsid w:val="003C10EC"/>
    <w:rsid w:val="003C34B4"/>
    <w:rsid w:val="004015CB"/>
    <w:rsid w:val="00427894"/>
    <w:rsid w:val="00467EDB"/>
    <w:rsid w:val="00541B20"/>
    <w:rsid w:val="005C1144"/>
    <w:rsid w:val="00680E38"/>
    <w:rsid w:val="006E5E60"/>
    <w:rsid w:val="007E5DAD"/>
    <w:rsid w:val="00853481"/>
    <w:rsid w:val="009662BA"/>
    <w:rsid w:val="009679D3"/>
    <w:rsid w:val="009A2DB5"/>
    <w:rsid w:val="009E22F9"/>
    <w:rsid w:val="00A83DB1"/>
    <w:rsid w:val="00A91800"/>
    <w:rsid w:val="00B100D0"/>
    <w:rsid w:val="00B77E00"/>
    <w:rsid w:val="00CA5863"/>
    <w:rsid w:val="00CF13EC"/>
    <w:rsid w:val="00D94CB8"/>
    <w:rsid w:val="00DF3507"/>
    <w:rsid w:val="00E37977"/>
    <w:rsid w:val="00E53520"/>
    <w:rsid w:val="00F252C3"/>
    <w:rsid w:val="00FA4B69"/>
    <w:rsid w:val="00FC6F72"/>
    <w:rsid w:val="00FF2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E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7ED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E5E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DB1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276</Words>
  <Characters>1577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Art-PC-1211-02</dc:creator>
  <cp:keywords/>
  <dc:description/>
  <cp:lastModifiedBy>User</cp:lastModifiedBy>
  <cp:revision>3</cp:revision>
  <cp:lastPrinted>2020-06-26T04:25:00Z</cp:lastPrinted>
  <dcterms:created xsi:type="dcterms:W3CDTF">2020-06-26T04:22:00Z</dcterms:created>
  <dcterms:modified xsi:type="dcterms:W3CDTF">2020-06-26T04:26:00Z</dcterms:modified>
</cp:coreProperties>
</file>